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78412" w14:textId="50CE077F" w:rsidR="00582370" w:rsidRPr="003E2F3F" w:rsidRDefault="00582370" w:rsidP="00582370">
      <w:pPr>
        <w:spacing w:line="360" w:lineRule="exact"/>
        <w:jc w:val="center"/>
        <w:rPr>
          <w:rFonts w:ascii="游ゴシック" w:eastAsia="游ゴシック" w:hAnsi="游ゴシック"/>
          <w:b/>
          <w:bCs/>
        </w:rPr>
      </w:pPr>
      <w:r w:rsidRPr="0011139A">
        <w:rPr>
          <w:rFonts w:ascii="游ゴシック" w:eastAsia="游ゴシック" w:hAnsi="游ゴシック" w:hint="eastAsia"/>
          <w:b/>
          <w:bCs/>
        </w:rPr>
        <w:t>2026年度がん患者</w:t>
      </w:r>
      <w:r w:rsidR="00160F9D">
        <w:rPr>
          <w:rFonts w:ascii="游ゴシック" w:eastAsia="游ゴシック" w:hAnsi="游ゴシック" w:hint="eastAsia"/>
          <w:b/>
          <w:bCs/>
        </w:rPr>
        <w:t>支援</w:t>
      </w:r>
      <w:r w:rsidRPr="0011139A">
        <w:rPr>
          <w:rFonts w:ascii="游ゴシック" w:eastAsia="游ゴシック" w:hAnsi="游ゴシック" w:hint="eastAsia"/>
          <w:b/>
          <w:bCs/>
        </w:rPr>
        <w:t>活動助成－希望をともに育むプロジェクト－申請書</w:t>
      </w:r>
    </w:p>
    <w:p w14:paraId="5C8760DE" w14:textId="7E24B9D9" w:rsidR="009B117F" w:rsidRPr="00582370" w:rsidRDefault="009B117F" w:rsidP="00EF56E9">
      <w:pPr>
        <w:spacing w:line="240" w:lineRule="exact"/>
        <w:jc w:val="left"/>
        <w:rPr>
          <w:rFonts w:ascii="游ゴシック" w:eastAsia="游ゴシック" w:hAnsi="游ゴシック"/>
        </w:rPr>
      </w:pPr>
    </w:p>
    <w:p w14:paraId="50237B06" w14:textId="0D1BF372" w:rsidR="009B117F" w:rsidRPr="00E93092" w:rsidRDefault="009B117F" w:rsidP="009B117F">
      <w:pPr>
        <w:spacing w:line="360" w:lineRule="exact"/>
        <w:ind w:rightChars="-76" w:right="-182"/>
        <w:jc w:val="left"/>
        <w:rPr>
          <w:rFonts w:ascii="游ゴシック" w:eastAsia="游ゴシック" w:hAnsi="游ゴシック"/>
          <w:sz w:val="21"/>
          <w:szCs w:val="21"/>
        </w:rPr>
      </w:pPr>
      <w:r w:rsidRPr="00E93092">
        <w:rPr>
          <w:rFonts w:ascii="游ゴシック" w:eastAsia="游ゴシック" w:hAnsi="游ゴシック" w:hint="eastAsia"/>
          <w:sz w:val="21"/>
          <w:szCs w:val="21"/>
        </w:rPr>
        <w:t>※文字フォントやサイズの変更はしないでください。</w:t>
      </w:r>
      <w:r w:rsidRPr="00582370">
        <w:rPr>
          <w:rFonts w:ascii="游ゴシック" w:eastAsia="游ゴシック" w:hAnsi="游ゴシック" w:hint="eastAsia"/>
          <w:sz w:val="21"/>
          <w:szCs w:val="21"/>
          <w:u w:val="single"/>
        </w:rPr>
        <w:t>様式2は、</w:t>
      </w:r>
      <w:r w:rsidRPr="00582370">
        <w:rPr>
          <w:rFonts w:ascii="游ゴシック" w:eastAsia="游ゴシック" w:hAnsi="游ゴシック" w:hint="eastAsia"/>
          <w:b/>
          <w:bCs/>
          <w:sz w:val="21"/>
          <w:szCs w:val="21"/>
          <w:u w:val="single"/>
        </w:rPr>
        <w:t>A4用紙</w:t>
      </w:r>
      <w:r w:rsidR="00142731" w:rsidRPr="00582370">
        <w:rPr>
          <w:rFonts w:ascii="游ゴシック" w:eastAsia="游ゴシック" w:hAnsi="游ゴシック" w:hint="eastAsia"/>
          <w:b/>
          <w:bCs/>
          <w:sz w:val="21"/>
          <w:szCs w:val="21"/>
          <w:u w:val="single"/>
        </w:rPr>
        <w:t>４</w:t>
      </w:r>
      <w:r w:rsidRPr="00582370">
        <w:rPr>
          <w:rFonts w:ascii="游ゴシック" w:eastAsia="游ゴシック" w:hAnsi="游ゴシック" w:hint="eastAsia"/>
          <w:b/>
          <w:bCs/>
          <w:sz w:val="21"/>
          <w:szCs w:val="21"/>
          <w:u w:val="single"/>
        </w:rPr>
        <w:t>枚以内</w:t>
      </w:r>
      <w:r w:rsidRPr="00582370">
        <w:rPr>
          <w:rFonts w:ascii="游ゴシック" w:eastAsia="游ゴシック" w:hAnsi="游ゴシック" w:hint="eastAsia"/>
          <w:sz w:val="21"/>
          <w:szCs w:val="21"/>
          <w:u w:val="single"/>
        </w:rPr>
        <w:t>にまとめてください。</w:t>
      </w:r>
    </w:p>
    <w:p w14:paraId="3C561305" w14:textId="77777777" w:rsidR="00A7382D" w:rsidRPr="009B117F" w:rsidRDefault="00A7382D" w:rsidP="00EF56E9">
      <w:pPr>
        <w:spacing w:line="240" w:lineRule="exact"/>
        <w:rPr>
          <w:rFonts w:ascii="游ゴシック" w:eastAsia="游ゴシック" w:hAnsi="游ゴシック"/>
        </w:rPr>
      </w:pPr>
    </w:p>
    <w:tbl>
      <w:tblPr>
        <w:tblStyle w:val="af3"/>
        <w:tblW w:w="65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5245"/>
      </w:tblGrid>
      <w:tr w:rsidR="00A7382D" w:rsidRPr="00A7382D" w14:paraId="32DCDFB3" w14:textId="77777777" w:rsidTr="009B117F">
        <w:trPr>
          <w:trHeight w:val="535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2D3DEAE" w14:textId="54E8C715" w:rsidR="00A7382D" w:rsidRPr="00E93092" w:rsidRDefault="00A7382D" w:rsidP="00B32414">
            <w:pPr>
              <w:spacing w:line="360" w:lineRule="exac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bookmarkStart w:id="0" w:name="_Hlk204511143"/>
            <w:bookmarkStart w:id="1" w:name="_Hlk204511846"/>
            <w:r w:rsidRPr="00E9309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申請団体</w:t>
            </w:r>
            <w:r w:rsidR="009B117F" w:rsidRPr="00E93092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名</w:t>
            </w:r>
          </w:p>
        </w:tc>
        <w:tc>
          <w:tcPr>
            <w:tcW w:w="5245" w:type="dxa"/>
            <w:vAlign w:val="center"/>
          </w:tcPr>
          <w:p w14:paraId="0512874A" w14:textId="77777777" w:rsidR="00A7382D" w:rsidRPr="00A7382D" w:rsidRDefault="00A7382D" w:rsidP="00B32414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bookmarkEnd w:id="0"/>
      <w:bookmarkEnd w:id="1"/>
    </w:tbl>
    <w:p w14:paraId="434E9BFA" w14:textId="2B567DDA" w:rsidR="00A7382D" w:rsidRPr="00EF13B3" w:rsidRDefault="00A7382D" w:rsidP="00C25898">
      <w:pPr>
        <w:spacing w:line="360" w:lineRule="exact"/>
        <w:jc w:val="left"/>
        <w:rPr>
          <w:rFonts w:ascii="游ゴシック" w:eastAsia="游ゴシック" w:hAnsi="游ゴシック"/>
          <w:sz w:val="21"/>
          <w:szCs w:val="21"/>
        </w:rPr>
      </w:pPr>
    </w:p>
    <w:p w14:paraId="3BFD674D" w14:textId="07E3A7C8" w:rsidR="009566C4" w:rsidRPr="002F395C" w:rsidRDefault="001175BB" w:rsidP="001175BB">
      <w:pPr>
        <w:spacing w:line="360" w:lineRule="exact"/>
        <w:jc w:val="left"/>
        <w:rPr>
          <w:rFonts w:ascii="游ゴシック" w:eastAsia="游ゴシック" w:hAnsi="游ゴシック"/>
          <w:b/>
          <w:bCs/>
          <w:sz w:val="21"/>
          <w:szCs w:val="21"/>
        </w:rPr>
      </w:pPr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2</w:t>
      </w:r>
      <w:r w:rsidR="004B03D0">
        <w:rPr>
          <w:rFonts w:ascii="游ゴシック" w:eastAsia="游ゴシック" w:hAnsi="游ゴシック" w:hint="eastAsia"/>
          <w:b/>
          <w:bCs/>
          <w:sz w:val="21"/>
          <w:szCs w:val="21"/>
        </w:rPr>
        <w:t>－１</w:t>
      </w:r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．</w:t>
      </w:r>
      <w:r w:rsidR="00333680"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申請する</w:t>
      </w:r>
      <w:r w:rsidR="00246A06"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活動</w:t>
      </w:r>
      <w:r w:rsidR="001B0E79"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の</w:t>
      </w:r>
      <w:r w:rsidR="008A0324"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概要</w:t>
      </w:r>
      <w:r w:rsidR="009566C4"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 xml:space="preserve"> </w:t>
      </w:r>
      <w:r w:rsidR="008B21CD"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（3年間</w:t>
      </w:r>
      <w:r w:rsidR="004B03D0">
        <w:rPr>
          <w:rFonts w:ascii="游ゴシック" w:eastAsia="游ゴシック" w:hAnsi="游ゴシック" w:hint="eastAsia"/>
          <w:b/>
          <w:bCs/>
          <w:sz w:val="21"/>
          <w:szCs w:val="21"/>
        </w:rPr>
        <w:t>について</w:t>
      </w:r>
      <w:r w:rsidR="008B21CD"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）</w:t>
      </w:r>
    </w:p>
    <w:tbl>
      <w:tblPr>
        <w:tblStyle w:val="af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8363"/>
      </w:tblGrid>
      <w:tr w:rsidR="002F395C" w:rsidRPr="005D165C" w14:paraId="438C687E" w14:textId="77777777" w:rsidTr="002858EA">
        <w:trPr>
          <w:trHeight w:val="677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5BDFDE5" w14:textId="77777777" w:rsidR="002F395C" w:rsidRPr="00F62E06" w:rsidRDefault="002F395C" w:rsidP="00B32414">
            <w:pPr>
              <w:spacing w:line="360" w:lineRule="exac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bookmarkStart w:id="2" w:name="_Hlk192178803"/>
            <w:r w:rsidRPr="00F62E0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活動名称</w:t>
            </w:r>
          </w:p>
        </w:tc>
        <w:tc>
          <w:tcPr>
            <w:tcW w:w="8363" w:type="dxa"/>
            <w:vAlign w:val="center"/>
          </w:tcPr>
          <w:p w14:paraId="74C22F00" w14:textId="77777777" w:rsidR="002F395C" w:rsidRPr="001B0E79" w:rsidRDefault="002F395C" w:rsidP="00B32414">
            <w:pPr>
              <w:rPr>
                <w:rFonts w:ascii="游ゴシック" w:eastAsia="游ゴシック" w:hAnsi="游ゴシック"/>
                <w:color w:val="7F7F7F" w:themeColor="text1" w:themeTint="80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color w:val="7F7F7F" w:themeColor="text1" w:themeTint="80"/>
                <w:sz w:val="18"/>
                <w:szCs w:val="18"/>
              </w:rPr>
              <w:t>※</w:t>
            </w:r>
            <w:r w:rsidRPr="001B0E79">
              <w:rPr>
                <w:rFonts w:ascii="游ゴシック" w:eastAsia="游ゴシック" w:hAnsi="游ゴシック" w:hint="eastAsia"/>
                <w:color w:val="7F7F7F" w:themeColor="text1" w:themeTint="80"/>
                <w:sz w:val="18"/>
                <w:szCs w:val="18"/>
              </w:rPr>
              <w:t>活動内容がイメージしやすい名称を付けてください (＊3年間の活動の名称となります)</w:t>
            </w:r>
          </w:p>
          <w:p w14:paraId="77FD17F1" w14:textId="77777777" w:rsidR="002F395C" w:rsidRPr="005D165C" w:rsidRDefault="002F395C" w:rsidP="00B32414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F395C" w:rsidRPr="005D165C" w14:paraId="2E662760" w14:textId="77777777" w:rsidTr="002858EA">
        <w:trPr>
          <w:trHeight w:val="677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A32374E" w14:textId="53B355E6" w:rsidR="002F395C" w:rsidRPr="00F62E06" w:rsidRDefault="002F395C" w:rsidP="002F395C">
            <w:pPr>
              <w:spacing w:line="360" w:lineRule="exac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62E0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活動区分</w:t>
            </w:r>
          </w:p>
        </w:tc>
        <w:tc>
          <w:tcPr>
            <w:tcW w:w="8363" w:type="dxa"/>
            <w:vAlign w:val="center"/>
          </w:tcPr>
          <w:p w14:paraId="369EBE24" w14:textId="77777777" w:rsidR="002F395C" w:rsidRPr="00EC7326" w:rsidRDefault="000C5B7C" w:rsidP="00DD65CE">
            <w:pPr>
              <w:spacing w:line="28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游ゴシック" w:eastAsia="游ゴシック" w:hAnsi="游ゴシック" w:cs="Segoe UI Symbol" w:hint="eastAsia"/>
                  <w:sz w:val="20"/>
                  <w:szCs w:val="20"/>
                </w:rPr>
                <w:id w:val="1837502523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2F395C" w:rsidRPr="00EC7326">
                  <w:rPr>
                    <w:rFonts w:ascii="Segoe UI Symbol" w:eastAsia="游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395C" w:rsidRPr="00EC7326">
              <w:rPr>
                <w:rFonts w:ascii="游ゴシック" w:eastAsia="游ゴシック" w:hAnsi="游ゴシック" w:cs="Segoe UI Symbol" w:hint="eastAsia"/>
                <w:sz w:val="20"/>
                <w:szCs w:val="20"/>
              </w:rPr>
              <w:t xml:space="preserve"> </w:t>
            </w:r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新たな活動　　　　</w:t>
            </w:r>
          </w:p>
          <w:p w14:paraId="43805C6A" w14:textId="02F12E85" w:rsidR="002F395C" w:rsidRPr="00EC7326" w:rsidRDefault="000C5B7C" w:rsidP="00DD65CE">
            <w:pPr>
              <w:spacing w:line="28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游ゴシック" w:eastAsia="游ゴシック" w:hAnsi="游ゴシック" w:cs="Segoe UI Symbol" w:hint="eastAsia"/>
                  <w:sz w:val="20"/>
                  <w:szCs w:val="20"/>
                </w:rPr>
                <w:id w:val="-187218666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2F395C" w:rsidRPr="00EC7326">
                  <w:rPr>
                    <w:rFonts w:ascii="Segoe UI Symbol" w:eastAsia="游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395C" w:rsidRPr="00EC7326">
              <w:rPr>
                <w:rFonts w:ascii="游ゴシック" w:eastAsia="游ゴシック" w:hAnsi="游ゴシック" w:cs="Segoe UI Symbol" w:hint="eastAsia"/>
                <w:sz w:val="20"/>
                <w:szCs w:val="20"/>
              </w:rPr>
              <w:t xml:space="preserve"> </w:t>
            </w:r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既存の活動の拡充を図る取り組み　</w:t>
            </w:r>
          </w:p>
        </w:tc>
      </w:tr>
      <w:tr w:rsidR="002F395C" w:rsidRPr="005D165C" w14:paraId="2FE0257D" w14:textId="77777777" w:rsidTr="002858EA">
        <w:trPr>
          <w:trHeight w:val="677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02C7AB4" w14:textId="5A2844E1" w:rsidR="002F395C" w:rsidRPr="00F62E06" w:rsidRDefault="002F395C" w:rsidP="002F395C">
            <w:pPr>
              <w:spacing w:line="360" w:lineRule="exac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62E0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活動テーマ</w:t>
            </w:r>
          </w:p>
        </w:tc>
        <w:tc>
          <w:tcPr>
            <w:tcW w:w="8363" w:type="dxa"/>
            <w:vAlign w:val="center"/>
          </w:tcPr>
          <w:p w14:paraId="5E039A3D" w14:textId="77777777" w:rsidR="002F395C" w:rsidRPr="00EC7326" w:rsidRDefault="000C5B7C" w:rsidP="00DD65CE">
            <w:pPr>
              <w:spacing w:line="28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游ゴシック" w:eastAsia="游ゴシック" w:hAnsi="游ゴシック" w:hint="eastAsia"/>
                  <w:sz w:val="20"/>
                  <w:szCs w:val="20"/>
                </w:rPr>
                <w:id w:val="-1444918403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2F395C" w:rsidRPr="00EC7326">
                  <w:rPr>
                    <w:rFonts w:ascii="Segoe UI Symbol" w:eastAsia="游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 多様な背景から取り残されがちながん患者・家族への支援</w:t>
            </w:r>
          </w:p>
          <w:p w14:paraId="4B40FFCF" w14:textId="77777777" w:rsidR="002F395C" w:rsidRPr="00EC7326" w:rsidRDefault="000C5B7C" w:rsidP="00DD65CE">
            <w:pPr>
              <w:spacing w:line="28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游ゴシック" w:eastAsia="游ゴシック" w:hAnsi="游ゴシック" w:hint="eastAsia"/>
                  <w:sz w:val="20"/>
                  <w:szCs w:val="20"/>
                </w:rPr>
                <w:id w:val="1905709585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2F395C" w:rsidRPr="00EC7326">
                  <w:rPr>
                    <w:rFonts w:ascii="Segoe UI Symbol" w:eastAsia="游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 希少がんに関する認知度の向上と理解の促進</w:t>
            </w:r>
          </w:p>
          <w:p w14:paraId="17A28663" w14:textId="77777777" w:rsidR="002F395C" w:rsidRPr="00EC7326" w:rsidRDefault="000C5B7C" w:rsidP="00DD65CE">
            <w:pPr>
              <w:spacing w:line="280" w:lineRule="exact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游ゴシック" w:eastAsia="游ゴシック" w:hAnsi="游ゴシック" w:hint="eastAsia"/>
                  <w:sz w:val="20"/>
                  <w:szCs w:val="20"/>
                </w:rPr>
                <w:id w:val="1321549624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2F395C" w:rsidRPr="00EC7326">
                  <w:rPr>
                    <w:rFonts w:ascii="Segoe UI Symbol" w:eastAsia="游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 がん患者・家族のQOL（生活の質）向上を目指す取り組み</w:t>
            </w:r>
          </w:p>
          <w:p w14:paraId="510A43CE" w14:textId="05034A44" w:rsidR="002F395C" w:rsidRPr="00EC7326" w:rsidRDefault="000C5B7C" w:rsidP="00DD65CE">
            <w:pPr>
              <w:spacing w:line="28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游ゴシック" w:eastAsia="游ゴシック" w:hAnsi="游ゴシック" w:hint="eastAsia"/>
                  <w:sz w:val="20"/>
                  <w:szCs w:val="20"/>
                </w:rPr>
                <w:id w:val="-34210298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2F395C" w:rsidRPr="00EC7326">
                  <w:rPr>
                    <w:rFonts w:ascii="Segoe UI Symbol" w:eastAsia="游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 喪失と向き合う人に寄り添うグリーフケアの普及・啓発、支援の場・仕組みづくり</w:t>
            </w:r>
          </w:p>
          <w:p w14:paraId="11D80663" w14:textId="087608E0" w:rsidR="002F395C" w:rsidRPr="00EC7326" w:rsidRDefault="000C5B7C" w:rsidP="00DD65CE">
            <w:pPr>
              <w:spacing w:line="28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游ゴシック" w:eastAsia="游ゴシック" w:hAnsi="游ゴシック" w:hint="eastAsia"/>
                  <w:sz w:val="20"/>
                  <w:szCs w:val="20"/>
                </w:rPr>
                <w:id w:val="2031303510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2F395C" w:rsidRPr="00EC7326">
                  <w:rPr>
                    <w:rFonts w:ascii="Segoe UI Symbol" w:eastAsia="游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 若年</w:t>
            </w:r>
            <w:r w:rsidR="00160F9D">
              <w:rPr>
                <w:rFonts w:ascii="游ゴシック" w:eastAsia="游ゴシック" w:hAnsi="游ゴシック" w:hint="eastAsia"/>
                <w:sz w:val="20"/>
                <w:szCs w:val="20"/>
              </w:rPr>
              <w:t>層</w:t>
            </w:r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>を対象としたがん教育の推進、がんとの共生への意識を育む取り組み</w:t>
            </w:r>
          </w:p>
          <w:p w14:paraId="2779C18F" w14:textId="77777777" w:rsidR="002F395C" w:rsidRPr="00DD65CE" w:rsidRDefault="000C5B7C" w:rsidP="00DD65CE">
            <w:pPr>
              <w:spacing w:line="28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游ゴシック" w:eastAsia="游ゴシック" w:hAnsi="游ゴシック" w:hint="eastAsia"/>
                  <w:sz w:val="20"/>
                  <w:szCs w:val="20"/>
                </w:rPr>
                <w:id w:val="315230994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EndPr/>
              <w:sdtContent>
                <w:r w:rsidR="002F395C" w:rsidRPr="00EC7326">
                  <w:rPr>
                    <w:rFonts w:ascii="Segoe UI Symbol" w:eastAsia="游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395C"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 上記以外をテーマにした取り組み　</w:t>
            </w:r>
            <w:r w:rsidR="002F395C" w:rsidRPr="00DD65CE">
              <w:rPr>
                <w:rFonts w:ascii="游ゴシック" w:eastAsia="游ゴシック" w:hAnsi="游ゴシック" w:hint="eastAsia"/>
                <w:sz w:val="18"/>
                <w:szCs w:val="18"/>
              </w:rPr>
              <w:t>※具体的にご記入ください</w:t>
            </w:r>
          </w:p>
          <w:p w14:paraId="556C1EA3" w14:textId="67DE03AF" w:rsidR="002F395C" w:rsidRPr="00EC7326" w:rsidRDefault="002F395C" w:rsidP="00DD65CE">
            <w:pPr>
              <w:spacing w:line="280" w:lineRule="exact"/>
              <w:rPr>
                <w:rFonts w:ascii="游ゴシック" w:eastAsia="游ゴシック" w:hAnsi="游ゴシック"/>
                <w:color w:val="7F7F7F" w:themeColor="text1" w:themeTint="80"/>
                <w:sz w:val="20"/>
                <w:szCs w:val="20"/>
              </w:rPr>
            </w:pPr>
            <w:r w:rsidRPr="00EC7326">
              <w:rPr>
                <w:rFonts w:ascii="游ゴシック" w:eastAsia="游ゴシック" w:hAnsi="游ゴシック" w:hint="eastAsia"/>
                <w:sz w:val="20"/>
                <w:szCs w:val="20"/>
              </w:rPr>
              <w:t>（　　　　　　　　　　　　　　　　　　　　　　　　　　　　　　　　　　　　　）</w:t>
            </w:r>
          </w:p>
        </w:tc>
      </w:tr>
      <w:bookmarkEnd w:id="2"/>
      <w:tr w:rsidR="00587D0C" w:rsidRPr="00C1698C" w14:paraId="5BD20435" w14:textId="77777777" w:rsidTr="00B32414">
        <w:trPr>
          <w:trHeight w:val="365"/>
        </w:trPr>
        <w:tc>
          <w:tcPr>
            <w:tcW w:w="9639" w:type="dxa"/>
            <w:gridSpan w:val="2"/>
            <w:shd w:val="clear" w:color="auto" w:fill="F2F2F2" w:themeFill="background1" w:themeFillShade="F2"/>
            <w:vAlign w:val="center"/>
          </w:tcPr>
          <w:p w14:paraId="16D8BE90" w14:textId="26C120EF" w:rsidR="00587D0C" w:rsidRPr="00F62E06" w:rsidRDefault="00AA18E3" w:rsidP="00B32414">
            <w:pPr>
              <w:spacing w:line="180" w:lineRule="atLeast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今回申請する3年間の</w:t>
            </w:r>
            <w:r w:rsidR="00587D0C" w:rsidRPr="00F62E0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活動の目的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を記入してください。</w:t>
            </w:r>
          </w:p>
          <w:p w14:paraId="334792A8" w14:textId="22D45562" w:rsidR="00E346D2" w:rsidRPr="00E346D2" w:rsidRDefault="00E346D2" w:rsidP="00E346D2">
            <w:pPr>
              <w:spacing w:line="24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042F74">
              <w:rPr>
                <w:rFonts w:ascii="游ゴシック" w:eastAsia="游ゴシック" w:hAnsi="游ゴシック" w:hint="eastAsia"/>
                <w:sz w:val="18"/>
                <w:szCs w:val="18"/>
              </w:rPr>
              <w:t>「なぜこの活動が必要なのか（社会的な背景や課題）」、「この活動を通じて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誰のど</w:t>
            </w:r>
            <w:r w:rsidR="00624874">
              <w:rPr>
                <w:rFonts w:ascii="游ゴシック" w:eastAsia="游ゴシック" w:hAnsi="游ゴシック" w:hint="eastAsia"/>
                <w:sz w:val="18"/>
                <w:szCs w:val="18"/>
              </w:rPr>
              <w:t>のような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困りごとを解決したいのか</w:t>
            </w:r>
            <w:r w:rsidR="00042F74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ど</w:t>
            </w:r>
            <w:r w:rsidR="00134F68">
              <w:rPr>
                <w:rFonts w:ascii="游ゴシック" w:eastAsia="游ゴシック" w:hAnsi="游ゴシック" w:hint="eastAsia"/>
                <w:sz w:val="18"/>
                <w:szCs w:val="18"/>
              </w:rPr>
              <w:t>のよう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なことを実現したいのか</w:t>
            </w:r>
            <w:r w:rsidR="00042F74">
              <w:rPr>
                <w:rFonts w:ascii="游ゴシック" w:eastAsia="游ゴシック" w:hAnsi="游ゴシック" w:hint="eastAsia"/>
                <w:sz w:val="18"/>
                <w:szCs w:val="18"/>
              </w:rPr>
              <w:t>」に焦点をあてて</w:t>
            </w:r>
            <w:r w:rsidR="004029F9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ご記入ください</w:t>
            </w:r>
            <w:r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（※可能であれば、既存の</w:t>
            </w:r>
            <w:r w:rsidR="00160F9D">
              <w:rPr>
                <w:rFonts w:ascii="游ゴシック" w:eastAsia="游ゴシック" w:hAnsi="游ゴシック" w:hint="eastAsia"/>
                <w:sz w:val="18"/>
                <w:szCs w:val="18"/>
              </w:rPr>
              <w:t>公的な</w:t>
            </w:r>
            <w:r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支援体制の</w:t>
            </w:r>
            <w:r w:rsidR="00160F9D">
              <w:rPr>
                <w:rFonts w:ascii="游ゴシック" w:eastAsia="游ゴシック" w:hAnsi="游ゴシック" w:hint="eastAsia"/>
                <w:sz w:val="18"/>
                <w:szCs w:val="18"/>
              </w:rPr>
              <w:t>中</w:t>
            </w:r>
            <w:r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で不足している</w:t>
            </w:r>
            <w:r w:rsidR="00160F9D">
              <w:rPr>
                <w:rFonts w:ascii="游ゴシック" w:eastAsia="游ゴシック" w:hAnsi="游ゴシック" w:hint="eastAsia"/>
                <w:sz w:val="18"/>
                <w:szCs w:val="18"/>
              </w:rPr>
              <w:t>と考えられる</w:t>
            </w:r>
            <w:r w:rsidR="004429EB">
              <w:rPr>
                <w:rFonts w:ascii="游ゴシック" w:eastAsia="游ゴシック" w:hAnsi="游ゴシック" w:hint="eastAsia"/>
                <w:sz w:val="18"/>
                <w:szCs w:val="18"/>
              </w:rPr>
              <w:t>点について</w:t>
            </w:r>
            <w:r w:rsidR="00160F9D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客観的データを</w:t>
            </w:r>
            <w:r w:rsidR="00C1698C">
              <w:rPr>
                <w:rFonts w:ascii="游ゴシック" w:eastAsia="游ゴシック" w:hAnsi="游ゴシック" w:hint="eastAsia"/>
                <w:sz w:val="18"/>
                <w:szCs w:val="18"/>
              </w:rPr>
              <w:t>添えてご説明</w:t>
            </w:r>
            <w:r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ください）</w:t>
            </w:r>
            <w:r w:rsidR="00C1698C">
              <w:rPr>
                <w:rFonts w:ascii="游ゴシック" w:eastAsia="游ゴシック" w:hAnsi="游ゴシック" w:hint="eastAsia"/>
                <w:sz w:val="18"/>
                <w:szCs w:val="18"/>
              </w:rPr>
              <w:t>。</w:t>
            </w:r>
          </w:p>
        </w:tc>
      </w:tr>
      <w:tr w:rsidR="00587D0C" w:rsidRPr="005D165C" w14:paraId="770AD0BC" w14:textId="77777777" w:rsidTr="00B32414">
        <w:trPr>
          <w:trHeight w:val="936"/>
        </w:trPr>
        <w:tc>
          <w:tcPr>
            <w:tcW w:w="9639" w:type="dxa"/>
            <w:gridSpan w:val="2"/>
            <w:tcBorders>
              <w:right w:val="single" w:sz="4" w:space="0" w:color="000000"/>
            </w:tcBorders>
            <w:vAlign w:val="center"/>
          </w:tcPr>
          <w:p w14:paraId="4673C1E9" w14:textId="77777777" w:rsidR="00587D0C" w:rsidRPr="00F03119" w:rsidRDefault="00587D0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61E2CEE6" w14:textId="77777777" w:rsidR="00587D0C" w:rsidRDefault="00587D0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552843CA" w14:textId="77777777" w:rsidR="00587D0C" w:rsidRPr="00160F9D" w:rsidRDefault="00587D0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4946B2F1" w14:textId="77777777" w:rsidR="00F4046E" w:rsidRPr="00160F9D" w:rsidRDefault="00F4046E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4C841750" w14:textId="77777777" w:rsidR="00587D0C" w:rsidRDefault="00587D0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6481FE66" w14:textId="77777777" w:rsidR="00E346D2" w:rsidRDefault="00E346D2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04BD8E5A" w14:textId="77777777" w:rsidR="00E346D2" w:rsidRPr="00AF03EA" w:rsidRDefault="00E346D2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</w:tc>
      </w:tr>
      <w:tr w:rsidR="00587D0C" w:rsidRPr="005D165C" w14:paraId="291D8771" w14:textId="77777777" w:rsidTr="00B32414">
        <w:trPr>
          <w:trHeight w:val="365"/>
        </w:trPr>
        <w:tc>
          <w:tcPr>
            <w:tcW w:w="9639" w:type="dxa"/>
            <w:gridSpan w:val="2"/>
            <w:shd w:val="clear" w:color="auto" w:fill="F2F2F2" w:themeFill="background1" w:themeFillShade="F2"/>
            <w:vAlign w:val="center"/>
          </w:tcPr>
          <w:p w14:paraId="20C720BA" w14:textId="7231AC11" w:rsidR="00587D0C" w:rsidRPr="00F62E06" w:rsidRDefault="00AA18E3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今回申請する3年間の</w:t>
            </w:r>
            <w:r w:rsidR="00587D0C" w:rsidRPr="00F62E0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活動の概要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を記入してください。</w:t>
            </w:r>
          </w:p>
          <w:p w14:paraId="0DA467A0" w14:textId="35126942" w:rsidR="00E346D2" w:rsidRDefault="00E346D2" w:rsidP="00EF56E9">
            <w:pPr>
              <w:spacing w:line="24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※ </w:t>
            </w:r>
            <w:r w:rsidR="00587D0C"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誰が、いつ、ど</w:t>
            </w:r>
            <w:r w:rsidR="00D74C0B">
              <w:rPr>
                <w:rFonts w:ascii="游ゴシック" w:eastAsia="游ゴシック" w:hAnsi="游ゴシック" w:hint="eastAsia"/>
                <w:sz w:val="18"/>
                <w:szCs w:val="18"/>
              </w:rPr>
              <w:t>のような</w:t>
            </w:r>
            <w:r w:rsidR="00587D0C"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人を対象に、ど</w:t>
            </w:r>
            <w:r w:rsidR="00D74C0B">
              <w:rPr>
                <w:rFonts w:ascii="游ゴシック" w:eastAsia="游ゴシック" w:hAnsi="游ゴシック" w:hint="eastAsia"/>
                <w:sz w:val="18"/>
                <w:szCs w:val="18"/>
              </w:rPr>
              <w:t>のような</w:t>
            </w:r>
            <w:r w:rsidR="00587D0C"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活動を、ど</w:t>
            </w:r>
            <w:r w:rsidR="00D74C0B">
              <w:rPr>
                <w:rFonts w:ascii="游ゴシック" w:eastAsia="游ゴシック" w:hAnsi="游ゴシック" w:hint="eastAsia"/>
                <w:sz w:val="18"/>
                <w:szCs w:val="18"/>
              </w:rPr>
              <w:t>の</w:t>
            </w:r>
            <w:r w:rsidR="00587D0C"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地域で</w:t>
            </w:r>
            <w:r w:rsidR="00D74C0B">
              <w:rPr>
                <w:rFonts w:ascii="游ゴシック" w:eastAsia="游ゴシック" w:hAnsi="游ゴシック" w:hint="eastAsia"/>
                <w:sz w:val="18"/>
                <w:szCs w:val="18"/>
              </w:rPr>
              <w:t>行うのか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、ご記入ください。</w:t>
            </w:r>
          </w:p>
          <w:p w14:paraId="22F8428B" w14:textId="183DD9F0" w:rsidR="00587D0C" w:rsidRPr="00E346D2" w:rsidRDefault="00E346D2" w:rsidP="00EF56E9">
            <w:pPr>
              <w:spacing w:line="2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18"/>
                <w:szCs w:val="18"/>
              </w:rPr>
            </w:pPr>
            <w:r w:rsidRPr="00E346D2">
              <w:rPr>
                <w:rFonts w:ascii="游ゴシック" w:eastAsia="游ゴシック" w:hAnsi="游ゴシック" w:hint="eastAsia"/>
                <w:sz w:val="18"/>
                <w:szCs w:val="18"/>
              </w:rPr>
              <w:t>※2-２「既存の活動の拡充を図る取り組み」の場合、拡充する点がわかるようにご記入ください。</w:t>
            </w:r>
          </w:p>
        </w:tc>
      </w:tr>
      <w:tr w:rsidR="00AF03EA" w:rsidRPr="005D165C" w14:paraId="7500A807" w14:textId="77777777" w:rsidTr="002858EA">
        <w:trPr>
          <w:trHeight w:val="936"/>
        </w:trPr>
        <w:tc>
          <w:tcPr>
            <w:tcW w:w="9639" w:type="dxa"/>
            <w:gridSpan w:val="2"/>
            <w:tcBorders>
              <w:right w:val="single" w:sz="4" w:space="0" w:color="000000"/>
            </w:tcBorders>
            <w:vAlign w:val="center"/>
          </w:tcPr>
          <w:p w14:paraId="3556F9D5" w14:textId="77777777" w:rsidR="00516397" w:rsidRDefault="00516397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08DE6148" w14:textId="77777777" w:rsidR="00E346D2" w:rsidRDefault="00E346D2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67FE219E" w14:textId="77777777" w:rsidR="00F4046E" w:rsidRDefault="00F4046E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709E1F9A" w14:textId="3D63C3E1" w:rsidR="00E346D2" w:rsidRDefault="00E346D2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194C5FDE" w14:textId="77777777" w:rsidR="00E346D2" w:rsidRPr="004B03D0" w:rsidRDefault="00E346D2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598241C7" w14:textId="77777777" w:rsidR="005440DB" w:rsidRDefault="005440DB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3FAFCB46" w14:textId="77777777" w:rsidR="005440DB" w:rsidRDefault="005440DB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4855ECAE" w14:textId="77777777" w:rsidR="00F4046E" w:rsidRPr="00AF03EA" w:rsidRDefault="00F4046E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1DE14E53" w14:textId="77777777" w:rsidR="00AF03EA" w:rsidRDefault="00AF03EA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556DEBEC" w14:textId="77777777" w:rsidR="00DF46F4" w:rsidRPr="00AF03EA" w:rsidRDefault="00DF46F4" w:rsidP="009A0289">
            <w:pPr>
              <w:spacing w:line="34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</w:tc>
      </w:tr>
      <w:tr w:rsidR="00202C80" w:rsidRPr="005D165C" w14:paraId="7CDE5A4F" w14:textId="77777777" w:rsidTr="002858EA">
        <w:trPr>
          <w:trHeight w:val="659"/>
        </w:trPr>
        <w:tc>
          <w:tcPr>
            <w:tcW w:w="9639" w:type="dxa"/>
            <w:gridSpan w:val="2"/>
            <w:shd w:val="clear" w:color="auto" w:fill="F2F2F2" w:themeFill="background1" w:themeFillShade="F2"/>
            <w:vAlign w:val="center"/>
          </w:tcPr>
          <w:p w14:paraId="2BC698BD" w14:textId="534199DB" w:rsidR="00202C80" w:rsidRPr="00AF03EA" w:rsidRDefault="00660243" w:rsidP="00660243">
            <w:pPr>
              <w:spacing w:line="320" w:lineRule="exact"/>
              <w:rPr>
                <w:rFonts w:ascii="游ゴシック" w:eastAsia="游ゴシック" w:hAnsi="游ゴシック"/>
                <w:color w:val="C00000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lastRenderedPageBreak/>
              <w:t>この活動を実施し</w:t>
            </w:r>
            <w:r w:rsidR="00061033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た</w:t>
            </w:r>
            <w:r w:rsidR="00202C80" w:rsidRPr="00F62E0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3年</w:t>
            </w:r>
            <w:r w:rsidR="00516397" w:rsidRPr="00F62E0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後</w:t>
            </w:r>
            <w:r w:rsidR="00061033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（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2029年3月）</w:t>
            </w:r>
            <w:r w:rsidR="00061033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、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対象</w:t>
            </w:r>
            <w:r w:rsidR="00061033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者（や社会）に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どのような変化をもたらし、またどのような状態を実現したいですか。目指す姿を記入してください。</w:t>
            </w:r>
          </w:p>
        </w:tc>
      </w:tr>
      <w:tr w:rsidR="00202C80" w:rsidRPr="005D165C" w14:paraId="799F40D3" w14:textId="77777777" w:rsidTr="002858EA">
        <w:trPr>
          <w:trHeight w:val="574"/>
        </w:trPr>
        <w:tc>
          <w:tcPr>
            <w:tcW w:w="9639" w:type="dxa"/>
            <w:gridSpan w:val="2"/>
            <w:vAlign w:val="center"/>
          </w:tcPr>
          <w:p w14:paraId="429B2AEA" w14:textId="77777777" w:rsidR="00E26F63" w:rsidRDefault="00E26F63" w:rsidP="00EF56E9">
            <w:pPr>
              <w:spacing w:line="320" w:lineRule="exact"/>
              <w:rPr>
                <w:rFonts w:ascii="游ゴシック" w:eastAsia="游ゴシック" w:hAnsi="游ゴシック"/>
                <w:color w:val="C00000"/>
                <w:sz w:val="21"/>
                <w:szCs w:val="21"/>
              </w:rPr>
            </w:pPr>
          </w:p>
          <w:p w14:paraId="1BF092D0" w14:textId="77777777" w:rsidR="00660243" w:rsidRDefault="00660243" w:rsidP="00EF56E9">
            <w:pPr>
              <w:spacing w:line="320" w:lineRule="exact"/>
              <w:rPr>
                <w:rFonts w:ascii="游ゴシック" w:eastAsia="游ゴシック" w:hAnsi="游ゴシック"/>
                <w:color w:val="C00000"/>
                <w:sz w:val="21"/>
                <w:szCs w:val="21"/>
              </w:rPr>
            </w:pPr>
          </w:p>
          <w:p w14:paraId="7A99EC46" w14:textId="77777777" w:rsidR="00A33ECE" w:rsidRDefault="00A33ECE" w:rsidP="00EF56E9">
            <w:pPr>
              <w:spacing w:line="320" w:lineRule="exact"/>
              <w:rPr>
                <w:rFonts w:ascii="游ゴシック" w:eastAsia="游ゴシック" w:hAnsi="游ゴシック"/>
                <w:color w:val="C00000"/>
                <w:sz w:val="21"/>
                <w:szCs w:val="21"/>
              </w:rPr>
            </w:pPr>
          </w:p>
          <w:p w14:paraId="1C22AEF9" w14:textId="2CAD4BAD" w:rsidR="00A33ECE" w:rsidRDefault="00A33ECE" w:rsidP="00EF56E9">
            <w:pPr>
              <w:spacing w:line="320" w:lineRule="exact"/>
              <w:rPr>
                <w:rFonts w:ascii="游ゴシック" w:eastAsia="游ゴシック" w:hAnsi="游ゴシック"/>
                <w:color w:val="C00000"/>
                <w:sz w:val="21"/>
                <w:szCs w:val="21"/>
              </w:rPr>
            </w:pPr>
          </w:p>
        </w:tc>
      </w:tr>
      <w:tr w:rsidR="00202C80" w:rsidRPr="00F4046E" w14:paraId="5DFBF306" w14:textId="77777777" w:rsidTr="002858EA">
        <w:trPr>
          <w:trHeight w:val="376"/>
        </w:trPr>
        <w:tc>
          <w:tcPr>
            <w:tcW w:w="9639" w:type="dxa"/>
            <w:gridSpan w:val="2"/>
            <w:shd w:val="clear" w:color="auto" w:fill="F2F2F2" w:themeFill="background1" w:themeFillShade="F2"/>
            <w:vAlign w:val="center"/>
          </w:tcPr>
          <w:p w14:paraId="2C629BB3" w14:textId="7F55BB1D" w:rsidR="00202C80" w:rsidRPr="00F4046E" w:rsidRDefault="00202C80" w:rsidP="00EF56E9">
            <w:pPr>
              <w:spacing w:line="320" w:lineRule="exact"/>
              <w:rPr>
                <w:rFonts w:ascii="游ゴシック" w:eastAsia="游ゴシック" w:hAnsi="游ゴシック"/>
                <w:b/>
                <w:bCs/>
                <w:color w:val="C00000"/>
                <w:sz w:val="21"/>
                <w:szCs w:val="21"/>
              </w:rPr>
            </w:pPr>
            <w:r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助成終了後の展望および資金計画についてご記入ください</w:t>
            </w:r>
          </w:p>
        </w:tc>
      </w:tr>
      <w:tr w:rsidR="00202C80" w:rsidRPr="005D165C" w14:paraId="03AB9F03" w14:textId="77777777" w:rsidTr="002858EA">
        <w:trPr>
          <w:trHeight w:val="574"/>
        </w:trPr>
        <w:tc>
          <w:tcPr>
            <w:tcW w:w="9639" w:type="dxa"/>
            <w:gridSpan w:val="2"/>
            <w:vAlign w:val="center"/>
          </w:tcPr>
          <w:p w14:paraId="7C9E4189" w14:textId="77777777" w:rsidR="00202C80" w:rsidRDefault="00202C80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1D381B2D" w14:textId="77777777" w:rsidR="00202C80" w:rsidRPr="005D165C" w:rsidRDefault="00202C80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21"/>
                <w:szCs w:val="21"/>
              </w:rPr>
            </w:pPr>
          </w:p>
          <w:p w14:paraId="15CD6515" w14:textId="77777777" w:rsidR="00202C80" w:rsidRDefault="00202C80" w:rsidP="00EF56E9">
            <w:pPr>
              <w:spacing w:line="320" w:lineRule="exact"/>
              <w:rPr>
                <w:rFonts w:ascii="游ゴシック" w:eastAsia="游ゴシック" w:hAnsi="游ゴシック"/>
                <w:color w:val="C00000"/>
                <w:sz w:val="21"/>
                <w:szCs w:val="21"/>
              </w:rPr>
            </w:pPr>
          </w:p>
        </w:tc>
      </w:tr>
    </w:tbl>
    <w:p w14:paraId="172EBDBF" w14:textId="77777777" w:rsidR="004B03D0" w:rsidRPr="004B03D0" w:rsidRDefault="004B03D0" w:rsidP="00EF56E9">
      <w:pPr>
        <w:spacing w:line="320" w:lineRule="exact"/>
        <w:jc w:val="left"/>
        <w:rPr>
          <w:rFonts w:ascii="游ゴシック" w:eastAsia="游ゴシック" w:hAnsi="游ゴシック"/>
          <w:b/>
          <w:bCs/>
          <w:sz w:val="21"/>
          <w:szCs w:val="21"/>
          <w:shd w:val="pct15" w:color="auto" w:fill="FFFFFF"/>
        </w:rPr>
      </w:pPr>
    </w:p>
    <w:tbl>
      <w:tblPr>
        <w:tblStyle w:val="af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516397" w:rsidRPr="00F4046E" w14:paraId="0F211B54" w14:textId="77777777" w:rsidTr="002858EA">
        <w:trPr>
          <w:trHeight w:val="337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2B810171" w14:textId="5600379D" w:rsidR="00516397" w:rsidRPr="00F4046E" w:rsidRDefault="00F3600F" w:rsidP="006A0BCD">
            <w:pPr>
              <w:spacing w:line="360" w:lineRule="exac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1年目の</w:t>
            </w:r>
            <w:r w:rsidR="00516397"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活動について</w:t>
            </w:r>
          </w:p>
        </w:tc>
      </w:tr>
      <w:tr w:rsidR="00516397" w:rsidRPr="00A33ECE" w14:paraId="68FA73E4" w14:textId="77777777" w:rsidTr="002858EA">
        <w:trPr>
          <w:trHeight w:val="337"/>
        </w:trPr>
        <w:tc>
          <w:tcPr>
            <w:tcW w:w="9639" w:type="dxa"/>
            <w:vAlign w:val="center"/>
          </w:tcPr>
          <w:p w14:paraId="01C118D9" w14:textId="412DF12C" w:rsidR="00723BF9" w:rsidRDefault="00F3600F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</w:t>
            </w:r>
            <w:r w:rsidR="00723BF9">
              <w:rPr>
                <w:rFonts w:ascii="游ゴシック" w:eastAsia="游ゴシック" w:hAnsi="游ゴシック" w:hint="eastAsia"/>
                <w:sz w:val="21"/>
                <w:szCs w:val="21"/>
              </w:rPr>
              <w:t>活動内容：</w:t>
            </w:r>
            <w:r w:rsidR="00723BF9">
              <w:rPr>
                <w:rFonts w:ascii="游ゴシック" w:eastAsia="游ゴシック" w:hAnsi="游ゴシック" w:hint="eastAsia"/>
                <w:color w:val="7F7F7F" w:themeColor="text1" w:themeTint="80"/>
                <w:sz w:val="18"/>
                <w:szCs w:val="18"/>
              </w:rPr>
              <w:t>※できる</w:t>
            </w:r>
            <w:r w:rsidR="00EC7326">
              <w:rPr>
                <w:rFonts w:ascii="游ゴシック" w:eastAsia="游ゴシック" w:hAnsi="游ゴシック" w:hint="eastAsia"/>
                <w:color w:val="7F7F7F" w:themeColor="text1" w:themeTint="80"/>
                <w:sz w:val="18"/>
                <w:szCs w:val="18"/>
              </w:rPr>
              <w:t>だけ</w:t>
            </w:r>
            <w:r w:rsidR="00723BF9">
              <w:rPr>
                <w:rFonts w:ascii="游ゴシック" w:eastAsia="游ゴシック" w:hAnsi="游ゴシック" w:hint="eastAsia"/>
                <w:color w:val="7F7F7F" w:themeColor="text1" w:themeTint="80"/>
                <w:sz w:val="18"/>
                <w:szCs w:val="18"/>
              </w:rPr>
              <w:t>具体的にご記入ください</w:t>
            </w:r>
          </w:p>
          <w:p w14:paraId="494414FE" w14:textId="5653F104" w:rsidR="00F0674C" w:rsidRPr="00EF56E9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69CEBEC6" w14:textId="77777777" w:rsidR="00F0674C" w:rsidRPr="00EF56E9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4291C39E" w14:textId="77777777" w:rsidR="00F0674C" w:rsidRPr="00EF56E9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3F0AFBA6" w14:textId="77777777" w:rsidR="00F0674C" w:rsidRPr="00EF56E9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54D0047F" w14:textId="5EBEE2F4" w:rsidR="00723BF9" w:rsidRDefault="00723BF9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＝＝＝＝＝成果目標＝＝＝＝＝</w:t>
            </w:r>
          </w:p>
          <w:p w14:paraId="4B496D0E" w14:textId="77777777" w:rsidR="00723BF9" w:rsidRDefault="00723BF9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●成果目標：</w:t>
            </w:r>
          </w:p>
          <w:p w14:paraId="5AE98D1F" w14:textId="77777777" w:rsidR="00723BF9" w:rsidRDefault="00723BF9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●測定方法：</w:t>
            </w:r>
          </w:p>
          <w:p w14:paraId="40E43038" w14:textId="77777777" w:rsidR="00516397" w:rsidRDefault="00723BF9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●測定時期：</w:t>
            </w:r>
          </w:p>
          <w:p w14:paraId="6C2F2DBC" w14:textId="2419C788" w:rsidR="00723BF9" w:rsidRPr="00516397" w:rsidRDefault="00723BF9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6397" w:rsidRPr="001D7093" w14:paraId="0C8805AA" w14:textId="77777777" w:rsidTr="002858EA">
        <w:trPr>
          <w:trHeight w:val="337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0BCE8319" w14:textId="489047FB" w:rsidR="00516397" w:rsidRPr="001D7093" w:rsidRDefault="00516397" w:rsidP="00EF56E9">
            <w:pPr>
              <w:spacing w:line="320" w:lineRule="exac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1D7093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2年目の活動について</w:t>
            </w:r>
          </w:p>
        </w:tc>
      </w:tr>
      <w:tr w:rsidR="00516397" w:rsidRPr="00A33ECE" w14:paraId="7EC694EA" w14:textId="77777777" w:rsidTr="002858EA">
        <w:trPr>
          <w:trHeight w:val="337"/>
        </w:trPr>
        <w:tc>
          <w:tcPr>
            <w:tcW w:w="9639" w:type="dxa"/>
            <w:vAlign w:val="center"/>
          </w:tcPr>
          <w:p w14:paraId="3DD08635" w14:textId="77777777" w:rsidR="00F3600F" w:rsidRDefault="00F3600F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●活動内容：</w:t>
            </w:r>
            <w:r>
              <w:rPr>
                <w:rFonts w:ascii="游ゴシック" w:eastAsia="游ゴシック" w:hAnsi="游ゴシック" w:hint="eastAsia"/>
                <w:color w:val="7F7F7F" w:themeColor="text1" w:themeTint="80"/>
                <w:sz w:val="18"/>
                <w:szCs w:val="18"/>
              </w:rPr>
              <w:t>※できる限り具体的にご記入ください</w:t>
            </w:r>
          </w:p>
          <w:p w14:paraId="655BB491" w14:textId="396AA705" w:rsidR="00F0674C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5D6D62DE" w14:textId="77777777" w:rsidR="00EF56E9" w:rsidRDefault="00EF56E9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2F94FA38" w14:textId="77777777" w:rsidR="00F0674C" w:rsidRPr="00EF56E9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74EBEAE0" w14:textId="77777777" w:rsidR="00F0674C" w:rsidRPr="00EF56E9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12D00D2B" w14:textId="77777777" w:rsidR="00F3600F" w:rsidRDefault="00F3600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＝＝＝＝＝成果目標＝＝＝＝＝</w:t>
            </w:r>
          </w:p>
          <w:p w14:paraId="5295D5B4" w14:textId="77777777" w:rsidR="00F3600F" w:rsidRDefault="00F3600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●成果目標：</w:t>
            </w:r>
          </w:p>
          <w:p w14:paraId="5934453D" w14:textId="77777777" w:rsidR="00F3600F" w:rsidRDefault="00F3600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●測定方法：</w:t>
            </w:r>
          </w:p>
          <w:p w14:paraId="3E66FE5F" w14:textId="77777777" w:rsidR="000F2D16" w:rsidRDefault="00F3600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●測定時期：</w:t>
            </w:r>
          </w:p>
          <w:p w14:paraId="47C8D600" w14:textId="10AB1E91" w:rsidR="00705E2F" w:rsidRPr="00516397" w:rsidRDefault="00705E2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516397" w:rsidRPr="001D7093" w14:paraId="32312A2C" w14:textId="77777777" w:rsidTr="002858EA">
        <w:trPr>
          <w:trHeight w:val="337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503E9E7" w14:textId="18F7B053" w:rsidR="00516397" w:rsidRPr="001D7093" w:rsidRDefault="00516397" w:rsidP="00EF56E9">
            <w:pPr>
              <w:spacing w:line="320" w:lineRule="exac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1D7093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3年目の活動について</w:t>
            </w:r>
          </w:p>
        </w:tc>
      </w:tr>
      <w:tr w:rsidR="00516397" w:rsidRPr="00A33ECE" w14:paraId="0E7F34E8" w14:textId="77777777" w:rsidTr="002858EA">
        <w:trPr>
          <w:trHeight w:val="337"/>
        </w:trPr>
        <w:tc>
          <w:tcPr>
            <w:tcW w:w="9639" w:type="dxa"/>
            <w:vAlign w:val="center"/>
          </w:tcPr>
          <w:p w14:paraId="51D60361" w14:textId="77777777" w:rsidR="00F3600F" w:rsidRDefault="00F3600F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●活動内容：</w:t>
            </w:r>
            <w:r>
              <w:rPr>
                <w:rFonts w:ascii="游ゴシック" w:eastAsia="游ゴシック" w:hAnsi="游ゴシック" w:hint="eastAsia"/>
                <w:color w:val="7F7F7F" w:themeColor="text1" w:themeTint="80"/>
                <w:sz w:val="18"/>
                <w:szCs w:val="18"/>
              </w:rPr>
              <w:t>※できる限り具体的にご記入ください</w:t>
            </w:r>
          </w:p>
          <w:p w14:paraId="73AA50CF" w14:textId="77777777" w:rsidR="00F0674C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18"/>
                <w:szCs w:val="18"/>
              </w:rPr>
            </w:pPr>
          </w:p>
          <w:p w14:paraId="4098427A" w14:textId="77777777" w:rsidR="00F0674C" w:rsidRDefault="00F0674C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color w:val="7F7F7F" w:themeColor="text1" w:themeTint="80"/>
                <w:sz w:val="18"/>
                <w:szCs w:val="18"/>
              </w:rPr>
            </w:pPr>
          </w:p>
          <w:p w14:paraId="61328C8B" w14:textId="77777777" w:rsidR="00F3600F" w:rsidRDefault="00F3600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＝＝＝＝＝成果目標＝＝＝＝＝</w:t>
            </w:r>
          </w:p>
          <w:p w14:paraId="6B469DF7" w14:textId="77777777" w:rsidR="00F3600F" w:rsidRDefault="00F3600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●成果目標：</w:t>
            </w:r>
          </w:p>
          <w:p w14:paraId="0F26F509" w14:textId="77777777" w:rsidR="00F3600F" w:rsidRDefault="00F3600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●測定方法：</w:t>
            </w:r>
          </w:p>
          <w:p w14:paraId="5C218F31" w14:textId="0FC056B4" w:rsidR="00516397" w:rsidRPr="00516397" w:rsidRDefault="00F3600F" w:rsidP="00EF56E9">
            <w:pPr>
              <w:spacing w:line="32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●測定時期：</w:t>
            </w:r>
          </w:p>
        </w:tc>
      </w:tr>
    </w:tbl>
    <w:p w14:paraId="021C777D" w14:textId="77777777" w:rsidR="00516397" w:rsidRDefault="00516397" w:rsidP="005D5524">
      <w:pPr>
        <w:spacing w:line="360" w:lineRule="exact"/>
        <w:jc w:val="left"/>
        <w:rPr>
          <w:rFonts w:ascii="游ゴシック" w:eastAsia="游ゴシック" w:hAnsi="游ゴシック"/>
          <w:b/>
          <w:bCs/>
          <w:sz w:val="21"/>
          <w:szCs w:val="21"/>
          <w:shd w:val="pct15" w:color="auto" w:fill="FFFFFF"/>
        </w:rPr>
      </w:pPr>
    </w:p>
    <w:p w14:paraId="3697CFD5" w14:textId="618D6A25" w:rsidR="00FB5D13" w:rsidRPr="002F395C" w:rsidRDefault="00FB5D13" w:rsidP="00FB5D13">
      <w:pPr>
        <w:spacing w:line="360" w:lineRule="exact"/>
        <w:jc w:val="left"/>
        <w:rPr>
          <w:rFonts w:ascii="游ゴシック" w:eastAsia="游ゴシック" w:hAnsi="游ゴシック"/>
          <w:b/>
          <w:bCs/>
          <w:sz w:val="21"/>
          <w:szCs w:val="21"/>
        </w:rPr>
      </w:pPr>
      <w:bookmarkStart w:id="3" w:name="_Hlk204509941"/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lastRenderedPageBreak/>
        <w:t>2</w:t>
      </w:r>
      <w:r>
        <w:rPr>
          <w:rFonts w:ascii="游ゴシック" w:eastAsia="游ゴシック" w:hAnsi="游ゴシック" w:hint="eastAsia"/>
          <w:b/>
          <w:bCs/>
          <w:sz w:val="21"/>
          <w:szCs w:val="21"/>
        </w:rPr>
        <w:t>－2</w:t>
      </w:r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．</w:t>
      </w:r>
      <w:r w:rsidR="003F5C62">
        <w:rPr>
          <w:rFonts w:ascii="游ゴシック" w:eastAsia="游ゴシック" w:hAnsi="游ゴシック" w:hint="eastAsia"/>
          <w:b/>
          <w:bCs/>
          <w:sz w:val="21"/>
          <w:szCs w:val="21"/>
        </w:rPr>
        <w:t>3年間の</w:t>
      </w:r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申請</w:t>
      </w:r>
      <w:r w:rsidR="0050742C">
        <w:rPr>
          <w:rFonts w:ascii="游ゴシック" w:eastAsia="游ゴシック" w:hAnsi="游ゴシック" w:hint="eastAsia"/>
          <w:b/>
          <w:bCs/>
          <w:sz w:val="21"/>
          <w:szCs w:val="21"/>
        </w:rPr>
        <w:t>助成額</w:t>
      </w:r>
      <w:r w:rsidR="003F5C62">
        <w:rPr>
          <w:rFonts w:ascii="游ゴシック" w:eastAsia="游ゴシック" w:hAnsi="游ゴシック" w:hint="eastAsia"/>
          <w:b/>
          <w:bCs/>
          <w:sz w:val="21"/>
          <w:szCs w:val="21"/>
        </w:rPr>
        <w:t xml:space="preserve">　　※2、3年目は予定で結構です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1843"/>
        <w:gridCol w:w="1417"/>
        <w:gridCol w:w="1843"/>
        <w:gridCol w:w="1417"/>
      </w:tblGrid>
      <w:tr w:rsidR="008A0324" w:rsidRPr="005D165C" w14:paraId="1B74330C" w14:textId="77777777" w:rsidTr="001F4854">
        <w:tc>
          <w:tcPr>
            <w:tcW w:w="1838" w:type="dxa"/>
            <w:tcBorders>
              <w:right w:val="dotted" w:sz="4" w:space="0" w:color="000000"/>
            </w:tcBorders>
            <w:shd w:val="clear" w:color="auto" w:fill="F2F2F2" w:themeFill="background1" w:themeFillShade="F2"/>
          </w:tcPr>
          <w:bookmarkEnd w:id="3"/>
          <w:p w14:paraId="50CF430D" w14:textId="77777777" w:rsidR="003F5C62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>1年目</w:t>
            </w:r>
          </w:p>
          <w:p w14:paraId="409E8C5F" w14:textId="043DC585" w:rsidR="008A0324" w:rsidRPr="005D165C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18"/>
                <w:szCs w:val="18"/>
              </w:rPr>
              <w:t>（2026年度）</w:t>
            </w:r>
          </w:p>
        </w:tc>
        <w:tc>
          <w:tcPr>
            <w:tcW w:w="1276" w:type="dxa"/>
            <w:tcBorders>
              <w:left w:val="dotted" w:sz="4" w:space="0" w:color="000000"/>
            </w:tcBorders>
          </w:tcPr>
          <w:p w14:paraId="1D7BF294" w14:textId="668CA24B" w:rsidR="008A0324" w:rsidRPr="005D165C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843" w:type="dxa"/>
            <w:tcBorders>
              <w:right w:val="dotted" w:sz="4" w:space="0" w:color="000000"/>
            </w:tcBorders>
            <w:shd w:val="clear" w:color="auto" w:fill="F2F2F2" w:themeFill="background1" w:themeFillShade="F2"/>
          </w:tcPr>
          <w:p w14:paraId="17280F8A" w14:textId="77777777" w:rsidR="003F5C62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>2年目</w:t>
            </w:r>
          </w:p>
          <w:p w14:paraId="3715D7FB" w14:textId="3A4C2B5B" w:rsidR="008A0324" w:rsidRPr="005D165C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18"/>
                <w:szCs w:val="18"/>
              </w:rPr>
              <w:t>（2027年度）</w:t>
            </w:r>
          </w:p>
        </w:tc>
        <w:tc>
          <w:tcPr>
            <w:tcW w:w="1417" w:type="dxa"/>
            <w:tcBorders>
              <w:left w:val="dotted" w:sz="4" w:space="0" w:color="000000"/>
            </w:tcBorders>
          </w:tcPr>
          <w:p w14:paraId="5C0B8535" w14:textId="6561CF96" w:rsidR="008A0324" w:rsidRPr="005D165C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</w:t>
            </w:r>
            <w:r w:rsidR="003F5C62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</w:t>
            </w: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  <w:tc>
          <w:tcPr>
            <w:tcW w:w="1843" w:type="dxa"/>
            <w:tcBorders>
              <w:right w:val="dotted" w:sz="4" w:space="0" w:color="000000"/>
            </w:tcBorders>
            <w:shd w:val="clear" w:color="auto" w:fill="F2F2F2" w:themeFill="background1" w:themeFillShade="F2"/>
          </w:tcPr>
          <w:p w14:paraId="5C230280" w14:textId="77777777" w:rsidR="003F5C62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>3年目</w:t>
            </w:r>
          </w:p>
          <w:p w14:paraId="410237F7" w14:textId="76E8CD90" w:rsidR="008A0324" w:rsidRPr="005D165C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18"/>
                <w:szCs w:val="18"/>
              </w:rPr>
              <w:t>（2028年度）</w:t>
            </w:r>
          </w:p>
        </w:tc>
        <w:tc>
          <w:tcPr>
            <w:tcW w:w="1417" w:type="dxa"/>
            <w:tcBorders>
              <w:left w:val="dotted" w:sz="4" w:space="0" w:color="000000"/>
            </w:tcBorders>
          </w:tcPr>
          <w:p w14:paraId="0D29E649" w14:textId="77777777" w:rsidR="008A0324" w:rsidRPr="005D165C" w:rsidRDefault="008A0324" w:rsidP="006A0BCD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円</w:t>
            </w:r>
          </w:p>
        </w:tc>
      </w:tr>
    </w:tbl>
    <w:p w14:paraId="058D09B9" w14:textId="77777777" w:rsidR="00821F56" w:rsidRPr="00780A8A" w:rsidRDefault="00821F56" w:rsidP="00821F56">
      <w:pPr>
        <w:spacing w:line="360" w:lineRule="exact"/>
        <w:jc w:val="left"/>
        <w:rPr>
          <w:rFonts w:ascii="游ゴシック" w:eastAsia="游ゴシック" w:hAnsi="游ゴシック"/>
          <w:b/>
          <w:bCs/>
          <w:sz w:val="21"/>
          <w:szCs w:val="21"/>
        </w:rPr>
      </w:pPr>
    </w:p>
    <w:p w14:paraId="78DE39FA" w14:textId="7826916A" w:rsidR="004B03D0" w:rsidRPr="00FB5D13" w:rsidRDefault="0050742C" w:rsidP="00FB5D13">
      <w:pPr>
        <w:spacing w:line="360" w:lineRule="exact"/>
        <w:jc w:val="left"/>
        <w:rPr>
          <w:rFonts w:ascii="游ゴシック" w:eastAsia="游ゴシック" w:hAnsi="游ゴシック"/>
          <w:b/>
          <w:bCs/>
          <w:sz w:val="21"/>
          <w:szCs w:val="21"/>
        </w:rPr>
      </w:pPr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2</w:t>
      </w:r>
      <w:r>
        <w:rPr>
          <w:rFonts w:ascii="游ゴシック" w:eastAsia="游ゴシック" w:hAnsi="游ゴシック" w:hint="eastAsia"/>
          <w:b/>
          <w:bCs/>
          <w:sz w:val="21"/>
          <w:szCs w:val="21"/>
        </w:rPr>
        <w:t>－3</w:t>
      </w:r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．</w:t>
      </w:r>
      <w:r w:rsidR="004B03D0" w:rsidRPr="00FB5D13">
        <w:rPr>
          <w:rFonts w:ascii="游ゴシック" w:eastAsia="游ゴシック" w:hAnsi="游ゴシック" w:hint="eastAsia"/>
          <w:b/>
          <w:bCs/>
          <w:sz w:val="21"/>
          <w:szCs w:val="21"/>
        </w:rPr>
        <w:t xml:space="preserve">1年目の実施体制（2026年4月1日～2027年3月31日）  </w:t>
      </w:r>
    </w:p>
    <w:tbl>
      <w:tblPr>
        <w:tblStyle w:val="af3"/>
        <w:tblW w:w="9634" w:type="dxa"/>
        <w:tblInd w:w="-5" w:type="dxa"/>
        <w:tblLook w:val="04A0" w:firstRow="1" w:lastRow="0" w:firstColumn="1" w:lastColumn="0" w:noHBand="0" w:noVBand="1"/>
      </w:tblPr>
      <w:tblGrid>
        <w:gridCol w:w="851"/>
        <w:gridCol w:w="1701"/>
        <w:gridCol w:w="5386"/>
        <w:gridCol w:w="1696"/>
      </w:tblGrid>
      <w:tr w:rsidR="007D463E" w:rsidRPr="005D165C" w14:paraId="1DD1CB50" w14:textId="77777777" w:rsidTr="00851B0B">
        <w:trPr>
          <w:trHeight w:val="503"/>
        </w:trPr>
        <w:tc>
          <w:tcPr>
            <w:tcW w:w="2552" w:type="dxa"/>
            <w:gridSpan w:val="2"/>
            <w:shd w:val="clear" w:color="auto" w:fill="F2F2F2" w:themeFill="background1" w:themeFillShade="F2"/>
          </w:tcPr>
          <w:p w14:paraId="7A3209D1" w14:textId="77777777" w:rsidR="00B158D5" w:rsidRDefault="00851B0B" w:rsidP="00851B0B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申請する活動に</w:t>
            </w:r>
            <w:r w:rsidR="007D463E">
              <w:rPr>
                <w:rFonts w:ascii="游ゴシック" w:eastAsia="游ゴシック" w:hAnsi="游ゴシック" w:hint="eastAsia"/>
                <w:sz w:val="21"/>
                <w:szCs w:val="21"/>
              </w:rPr>
              <w:t>関わる</w:t>
            </w:r>
          </w:p>
          <w:p w14:paraId="333349C4" w14:textId="3CAAA96A" w:rsidR="007D463E" w:rsidRPr="004B03D0" w:rsidRDefault="00851B0B" w:rsidP="00851B0B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団体内の</w:t>
            </w:r>
            <w:r w:rsidR="007D463E">
              <w:rPr>
                <w:rFonts w:ascii="游ゴシック" w:eastAsia="游ゴシック" w:hAnsi="游ゴシック" w:hint="eastAsia"/>
                <w:sz w:val="21"/>
                <w:szCs w:val="21"/>
              </w:rPr>
              <w:t>スタッフ人数</w:t>
            </w:r>
          </w:p>
        </w:tc>
        <w:tc>
          <w:tcPr>
            <w:tcW w:w="7082" w:type="dxa"/>
            <w:gridSpan w:val="2"/>
            <w:tcBorders>
              <w:bottom w:val="single" w:sz="4" w:space="0" w:color="auto"/>
            </w:tcBorders>
            <w:vAlign w:val="center"/>
          </w:tcPr>
          <w:p w14:paraId="41A62477" w14:textId="7B66DBD3" w:rsidR="007D463E" w:rsidRPr="004B03D0" w:rsidRDefault="007D463E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4B03D0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</w:t>
            </w:r>
            <w:r w:rsidRPr="004B03D0">
              <w:rPr>
                <w:rFonts w:ascii="游ゴシック" w:eastAsia="游ゴシック" w:hAnsi="游ゴシック" w:hint="eastAsia"/>
                <w:sz w:val="21"/>
                <w:szCs w:val="21"/>
              </w:rPr>
              <w:t>名程度</w:t>
            </w:r>
          </w:p>
        </w:tc>
      </w:tr>
      <w:tr w:rsidR="00780A8A" w:rsidRPr="005D165C" w14:paraId="5E661D96" w14:textId="77777777" w:rsidTr="00DB429C">
        <w:tc>
          <w:tcPr>
            <w:tcW w:w="9634" w:type="dxa"/>
            <w:gridSpan w:val="4"/>
            <w:shd w:val="clear" w:color="auto" w:fill="F2F2F2" w:themeFill="background1" w:themeFillShade="F2"/>
          </w:tcPr>
          <w:p w14:paraId="20079830" w14:textId="0E84F019" w:rsidR="00780A8A" w:rsidRPr="004B03D0" w:rsidRDefault="00780A8A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団体外</w:t>
            </w:r>
          </w:p>
        </w:tc>
      </w:tr>
      <w:tr w:rsidR="000A72FC" w:rsidRPr="005D165C" w14:paraId="4E9FEEA2" w14:textId="77777777" w:rsidTr="00851B0B">
        <w:trPr>
          <w:trHeight w:val="617"/>
        </w:trPr>
        <w:tc>
          <w:tcPr>
            <w:tcW w:w="2552" w:type="dxa"/>
            <w:gridSpan w:val="2"/>
            <w:shd w:val="clear" w:color="auto" w:fill="F2F2F2" w:themeFill="background1" w:themeFillShade="F2"/>
          </w:tcPr>
          <w:p w14:paraId="3CE8ED4E" w14:textId="03C67E4E" w:rsidR="000A72FC" w:rsidRPr="00F31473" w:rsidRDefault="000A72FC" w:rsidP="000A72FC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団体名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dotted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EE4B096" w14:textId="0829ECD5" w:rsidR="000A72FC" w:rsidRPr="009346F3" w:rsidRDefault="000A72FC" w:rsidP="00061033">
            <w:pPr>
              <w:spacing w:line="30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9346F3">
              <w:rPr>
                <w:rFonts w:ascii="游ゴシック" w:eastAsia="游ゴシック" w:hAnsi="游ゴシック" w:hint="eastAsia"/>
                <w:sz w:val="21"/>
                <w:szCs w:val="21"/>
              </w:rPr>
              <w:t>協力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内容</w:t>
            </w:r>
            <w:r w:rsidR="00061033">
              <w:rPr>
                <w:rFonts w:ascii="游ゴシック" w:eastAsia="游ゴシック" w:hAnsi="游ゴシック" w:hint="eastAsia"/>
                <w:sz w:val="18"/>
                <w:szCs w:val="18"/>
              </w:rPr>
              <w:t>（例：</w:t>
            </w:r>
            <w:r w:rsidRPr="000A72FC">
              <w:rPr>
                <w:rFonts w:ascii="游ゴシック" w:eastAsia="游ゴシック" w:hAnsi="游ゴシック" w:hint="eastAsia"/>
                <w:sz w:val="18"/>
                <w:szCs w:val="18"/>
              </w:rPr>
              <w:t>後援、広報、施設貸与、物資や資金の提供、ボランティア等</w:t>
            </w:r>
            <w:r w:rsidR="00061033">
              <w:rPr>
                <w:rFonts w:ascii="游ゴシック" w:eastAsia="游ゴシック" w:hAnsi="游ゴシック" w:hint="eastAsia"/>
                <w:sz w:val="18"/>
                <w:szCs w:val="18"/>
              </w:rPr>
              <w:t>）</w:t>
            </w:r>
          </w:p>
        </w:tc>
        <w:tc>
          <w:tcPr>
            <w:tcW w:w="1696" w:type="dxa"/>
            <w:tcBorders>
              <w:top w:val="single" w:sz="4" w:space="0" w:color="auto"/>
              <w:left w:val="dotted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14:paraId="36574FDF" w14:textId="3F225C12" w:rsidR="000A72FC" w:rsidRPr="009346F3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承諾</w:t>
            </w:r>
            <w:r w:rsidRPr="000A72FC">
              <w:rPr>
                <w:rFonts w:ascii="游ゴシック" w:eastAsia="游ゴシック" w:hAnsi="游ゴシック" w:hint="eastAsia"/>
                <w:sz w:val="18"/>
                <w:szCs w:val="18"/>
              </w:rPr>
              <w:t>または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予定</w:t>
            </w:r>
          </w:p>
        </w:tc>
      </w:tr>
      <w:tr w:rsidR="000A72FC" w:rsidRPr="005D165C" w14:paraId="28825C56" w14:textId="77777777" w:rsidTr="00851B0B">
        <w:tc>
          <w:tcPr>
            <w:tcW w:w="2552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5D3B387C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dotted" w:sz="4" w:space="0" w:color="auto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3F2D9EB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dotted" w:sz="4" w:space="0" w:color="000000" w:themeColor="text1"/>
              <w:bottom w:val="dotted" w:sz="4" w:space="0" w:color="000000" w:themeColor="text1"/>
            </w:tcBorders>
          </w:tcPr>
          <w:p w14:paraId="569EE349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</w:tr>
      <w:tr w:rsidR="000A72FC" w:rsidRPr="005D165C" w14:paraId="50EF97EE" w14:textId="77777777" w:rsidTr="00851B0B">
        <w:tc>
          <w:tcPr>
            <w:tcW w:w="255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61A45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  <w:tc>
          <w:tcPr>
            <w:tcW w:w="5386" w:type="dxa"/>
            <w:tcBorders>
              <w:top w:val="dotted" w:sz="4" w:space="0" w:color="000000" w:themeColor="text1"/>
              <w:left w:val="dotted" w:sz="4" w:space="0" w:color="auto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EBAA680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  <w:tc>
          <w:tcPr>
            <w:tcW w:w="169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</w:tcBorders>
          </w:tcPr>
          <w:p w14:paraId="099269C0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</w:tr>
      <w:tr w:rsidR="000A72FC" w:rsidRPr="005D165C" w14:paraId="4742148F" w14:textId="77777777" w:rsidTr="00851B0B">
        <w:trPr>
          <w:trHeight w:val="417"/>
        </w:trPr>
        <w:tc>
          <w:tcPr>
            <w:tcW w:w="2552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49F3DB99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  <w:tc>
          <w:tcPr>
            <w:tcW w:w="5386" w:type="dxa"/>
            <w:tcBorders>
              <w:top w:val="dotted" w:sz="4" w:space="0" w:color="000000" w:themeColor="text1"/>
              <w:left w:val="dotted" w:sz="4" w:space="0" w:color="auto"/>
              <w:right w:val="dotted" w:sz="4" w:space="0" w:color="000000" w:themeColor="text1"/>
            </w:tcBorders>
          </w:tcPr>
          <w:p w14:paraId="2B3C51B4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  <w:tc>
          <w:tcPr>
            <w:tcW w:w="1696" w:type="dxa"/>
            <w:tcBorders>
              <w:top w:val="dotted" w:sz="4" w:space="0" w:color="000000" w:themeColor="text1"/>
              <w:left w:val="dotted" w:sz="4" w:space="0" w:color="000000" w:themeColor="text1"/>
            </w:tcBorders>
          </w:tcPr>
          <w:p w14:paraId="4417270E" w14:textId="77777777" w:rsidR="000A72FC" w:rsidRPr="00950925" w:rsidRDefault="000A72FC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sz w:val="21"/>
                <w:szCs w:val="21"/>
                <w:highlight w:val="green"/>
              </w:rPr>
            </w:pPr>
          </w:p>
        </w:tc>
      </w:tr>
      <w:tr w:rsidR="00FB5D13" w:rsidRPr="005D165C" w14:paraId="0C0EDE4B" w14:textId="77777777" w:rsidTr="002858EA">
        <w:trPr>
          <w:trHeight w:val="490"/>
        </w:trPr>
        <w:tc>
          <w:tcPr>
            <w:tcW w:w="9634" w:type="dxa"/>
            <w:gridSpan w:val="4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669B8F" w14:textId="77777777" w:rsidR="00C81ED6" w:rsidRDefault="00FB5D13" w:rsidP="00EC7326">
            <w:pPr>
              <w:spacing w:line="320" w:lineRule="exact"/>
              <w:ind w:leftChars="-1" w:left="-2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EC7326">
              <w:rPr>
                <w:rFonts w:ascii="游ゴシック" w:eastAsia="游ゴシック" w:hAnsi="游ゴシック" w:cs="Segoe UI Symbol" w:hint="eastAsia"/>
                <w:b/>
                <w:bCs/>
                <w:sz w:val="21"/>
                <w:szCs w:val="21"/>
              </w:rPr>
              <w:t>具体的なスケジュール</w:t>
            </w: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 xml:space="preserve">　</w:t>
            </w:r>
          </w:p>
          <w:p w14:paraId="16EFE41D" w14:textId="23D690C2" w:rsidR="00FB5D13" w:rsidRPr="005D165C" w:rsidRDefault="00FB5D13" w:rsidP="00C81ED6">
            <w:pPr>
              <w:spacing w:line="240" w:lineRule="exact"/>
              <w:ind w:leftChars="-1" w:left="-2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C81ED6">
              <w:rPr>
                <w:rFonts w:ascii="游ゴシック" w:eastAsia="游ゴシック" w:hAnsi="游ゴシック" w:cs="Segoe UI Symbol" w:hint="eastAsia"/>
                <w:sz w:val="18"/>
                <w:szCs w:val="18"/>
              </w:rPr>
              <w:t>※いつ</w:t>
            </w:r>
            <w:r w:rsidR="00DF46F4">
              <w:rPr>
                <w:rFonts w:ascii="游ゴシック" w:eastAsia="游ゴシック" w:hAnsi="游ゴシック" w:cs="Segoe UI Symbol" w:hint="eastAsia"/>
                <w:sz w:val="18"/>
                <w:szCs w:val="18"/>
              </w:rPr>
              <w:t>頃、</w:t>
            </w:r>
            <w:r w:rsidRPr="00C81ED6">
              <w:rPr>
                <w:rFonts w:ascii="游ゴシック" w:eastAsia="游ゴシック" w:hAnsi="游ゴシック" w:cs="Segoe UI Symbol" w:hint="eastAsia"/>
                <w:sz w:val="18"/>
                <w:szCs w:val="18"/>
              </w:rPr>
              <w:t>何を実施する</w:t>
            </w:r>
            <w:r w:rsidR="00DF46F4">
              <w:rPr>
                <w:rFonts w:ascii="游ゴシック" w:eastAsia="游ゴシック" w:hAnsi="游ゴシック" w:cs="Segoe UI Symbol" w:hint="eastAsia"/>
                <w:sz w:val="18"/>
                <w:szCs w:val="18"/>
              </w:rPr>
              <w:t>予定</w:t>
            </w:r>
            <w:r w:rsidR="00061033">
              <w:rPr>
                <w:rFonts w:ascii="游ゴシック" w:eastAsia="游ゴシック" w:hAnsi="游ゴシック" w:cs="Segoe UI Symbol" w:hint="eastAsia"/>
                <w:sz w:val="18"/>
                <w:szCs w:val="18"/>
              </w:rPr>
              <w:t>か、</w:t>
            </w:r>
            <w:r w:rsidRPr="00C81ED6">
              <w:rPr>
                <w:rFonts w:ascii="游ゴシック" w:eastAsia="游ゴシック" w:hAnsi="游ゴシック" w:cs="Segoe UI Symbol" w:hint="eastAsia"/>
                <w:sz w:val="18"/>
                <w:szCs w:val="18"/>
              </w:rPr>
              <w:t>1年間の流れがわかるようにご記入ください。不要な月は削除してください。</w:t>
            </w:r>
          </w:p>
        </w:tc>
      </w:tr>
      <w:tr w:rsidR="00FB5D13" w:rsidRPr="005D165C" w14:paraId="43B16B48" w14:textId="77777777" w:rsidTr="002858EA">
        <w:trPr>
          <w:trHeight w:val="274"/>
        </w:trPr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7287BD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4月</w:t>
            </w:r>
          </w:p>
          <w:p w14:paraId="11CE22BF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2C17BEFF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5月</w:t>
            </w:r>
          </w:p>
          <w:p w14:paraId="26070CA9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/>
                <w:sz w:val="21"/>
                <w:szCs w:val="21"/>
              </w:rPr>
              <w:t xml:space="preserve"> </w:t>
            </w:r>
          </w:p>
          <w:p w14:paraId="777D88EE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6月</w:t>
            </w:r>
          </w:p>
          <w:p w14:paraId="25FB14FD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/>
                <w:sz w:val="21"/>
                <w:szCs w:val="21"/>
              </w:rPr>
              <w:t xml:space="preserve"> </w:t>
            </w:r>
          </w:p>
          <w:p w14:paraId="2C60F192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7月</w:t>
            </w:r>
          </w:p>
          <w:p w14:paraId="1E2048B4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/>
                <w:sz w:val="21"/>
                <w:szCs w:val="21"/>
              </w:rPr>
              <w:t xml:space="preserve"> </w:t>
            </w:r>
          </w:p>
          <w:p w14:paraId="5791F2FD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8月</w:t>
            </w:r>
          </w:p>
          <w:p w14:paraId="1523A656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/>
                <w:sz w:val="21"/>
                <w:szCs w:val="21"/>
              </w:rPr>
              <w:t xml:space="preserve"> </w:t>
            </w:r>
          </w:p>
          <w:p w14:paraId="13B0DD3A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9月</w:t>
            </w:r>
          </w:p>
          <w:p w14:paraId="0323C574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0E5A9C48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10月</w:t>
            </w:r>
          </w:p>
          <w:p w14:paraId="452A1EEB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7BF10704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11月</w:t>
            </w:r>
          </w:p>
          <w:p w14:paraId="68A72900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6FDCCB46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12月</w:t>
            </w:r>
          </w:p>
          <w:p w14:paraId="046F3A50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3A1CC888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1月</w:t>
            </w:r>
            <w:r w:rsidRPr="005D165C">
              <w:rPr>
                <w:rFonts w:ascii="游ゴシック" w:eastAsia="游ゴシック" w:hAnsi="游ゴシック" w:cs="Segoe UI Symbol"/>
                <w:sz w:val="21"/>
                <w:szCs w:val="21"/>
              </w:rPr>
              <w:t xml:space="preserve"> </w:t>
            </w:r>
          </w:p>
          <w:p w14:paraId="7D45EF75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7F00447A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2月</w:t>
            </w:r>
          </w:p>
          <w:p w14:paraId="484FE897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3C9AD4D4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3月</w:t>
            </w:r>
            <w:r w:rsidRPr="005D165C">
              <w:rPr>
                <w:rFonts w:ascii="游ゴシック" w:eastAsia="游ゴシック" w:hAnsi="游ゴシック" w:cs="Segoe UI Symbol"/>
                <w:sz w:val="21"/>
                <w:szCs w:val="21"/>
              </w:rPr>
              <w:t xml:space="preserve"> </w:t>
            </w:r>
          </w:p>
          <w:p w14:paraId="1AE3990B" w14:textId="77777777" w:rsidR="00FB5D13" w:rsidRPr="005D165C" w:rsidRDefault="00FB5D13" w:rsidP="00DF46F4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2872EE2D" w14:textId="7FF60ABE" w:rsidR="00DF46F4" w:rsidRPr="005D165C" w:rsidRDefault="00FB5D13" w:rsidP="00B158D5">
            <w:pPr>
              <w:spacing w:line="340" w:lineRule="exact"/>
              <w:ind w:firstLineChars="50" w:firstLine="105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4月</w:t>
            </w:r>
          </w:p>
        </w:tc>
        <w:tc>
          <w:tcPr>
            <w:tcW w:w="8783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C27EA25" w14:textId="1A019FC1" w:rsidR="00FB5D13" w:rsidRPr="005D165C" w:rsidRDefault="00BB1750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4/18</w:t>
            </w:r>
            <w:r w:rsidR="00FB5D13"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キックオフミーティング</w:t>
            </w:r>
            <w:r w:rsidR="00A7382D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＆第1回合同研修会</w:t>
            </w:r>
          </w:p>
          <w:p w14:paraId="024E7752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17442B28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2D385103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6488A266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68CB19BD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52A75D12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79AA6D94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1A3AB224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58D0CDCB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5D73BFDC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3C942FF7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1C00F6CB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6C0877F9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1BEF8E6F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5037FF48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0F494786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中旬：2027年度（助成2年目）の継続助成の申請書提出</w:t>
            </w:r>
          </w:p>
          <w:p w14:paraId="09499568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color w:val="7F7F7F" w:themeColor="text1" w:themeTint="80"/>
                <w:sz w:val="21"/>
                <w:szCs w:val="21"/>
              </w:rPr>
            </w:pPr>
          </w:p>
          <w:p w14:paraId="66F57352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715607FF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0C7DC178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4F73C793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27BC27F9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78563F90" w14:textId="77777777" w:rsidR="00FB5D13" w:rsidRPr="005D165C" w:rsidRDefault="00FB5D13" w:rsidP="00DF46F4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</w:p>
          <w:p w14:paraId="4286AD41" w14:textId="3360B37A" w:rsidR="00FB5D13" w:rsidRPr="005D165C" w:rsidRDefault="00FB5D13" w:rsidP="00B158D5">
            <w:pPr>
              <w:spacing w:line="340" w:lineRule="exac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4/31までに実施報告書を</w:t>
            </w:r>
            <w:r w:rsidR="00B158D5">
              <w:rPr>
                <w:rFonts w:ascii="游ゴシック" w:eastAsia="游ゴシック" w:hAnsi="游ゴシック" w:cs="Segoe UI Symbol" w:hint="eastAsia"/>
                <w:sz w:val="21"/>
                <w:szCs w:val="21"/>
              </w:rPr>
              <w:t>提出</w:t>
            </w:r>
          </w:p>
        </w:tc>
      </w:tr>
      <w:tr w:rsidR="002858EA" w:rsidRPr="005D165C" w14:paraId="012AB415" w14:textId="77777777" w:rsidTr="002858EA">
        <w:trPr>
          <w:trHeight w:val="340"/>
        </w:trPr>
        <w:tc>
          <w:tcPr>
            <w:tcW w:w="9634" w:type="dxa"/>
            <w:gridSpan w:val="4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58E60A" w14:textId="66AD6D73" w:rsidR="002858EA" w:rsidRPr="00F4046E" w:rsidRDefault="002858EA" w:rsidP="00B32414">
            <w:pPr>
              <w:spacing w:line="360" w:lineRule="exact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lastRenderedPageBreak/>
              <w:t>1年目の活動</w:t>
            </w:r>
            <w:r w:rsidR="00BB1750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の</w:t>
            </w:r>
            <w:r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成果は、どのような方法で</w:t>
            </w:r>
            <w:r w:rsidR="00BB1750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公に</w:t>
            </w:r>
            <w:r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報告</w:t>
            </w:r>
            <w:r w:rsidR="00520B81"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・周知</w:t>
            </w:r>
            <w:r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することを予定していますか</w:t>
            </w:r>
            <w:r w:rsidR="00F66D9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。</w:t>
            </w:r>
          </w:p>
          <w:p w14:paraId="3F88E0F4" w14:textId="09DAD407" w:rsidR="00520B81" w:rsidRPr="00C81ED6" w:rsidRDefault="00520B81" w:rsidP="00C81ED6">
            <w:pPr>
              <w:spacing w:line="240" w:lineRule="exac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81ED6">
              <w:rPr>
                <w:rFonts w:ascii="游ゴシック" w:eastAsia="游ゴシック" w:hAnsi="游ゴシック" w:hint="eastAsia"/>
                <w:sz w:val="18"/>
                <w:szCs w:val="18"/>
              </w:rPr>
              <w:t>例：</w:t>
            </w:r>
            <w:r w:rsidR="00BB1750" w:rsidRPr="00C81ED6">
              <w:rPr>
                <w:rFonts w:ascii="游ゴシック" w:eastAsia="游ゴシック" w:hAnsi="游ゴシック" w:hint="eastAsia"/>
                <w:sz w:val="18"/>
                <w:szCs w:val="18"/>
              </w:rPr>
              <w:t>SNSへ投稿</w:t>
            </w:r>
            <w:r w:rsidR="00BB1750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 w:rsidRPr="00C81ED6">
              <w:rPr>
                <w:rFonts w:ascii="游ゴシック" w:eastAsia="游ゴシック" w:hAnsi="游ゴシック" w:hint="eastAsia"/>
                <w:sz w:val="18"/>
                <w:szCs w:val="18"/>
              </w:rPr>
              <w:t>活動終了後にホームページで活動報告記事を公開する、成果物を無料配布、学会で発表</w:t>
            </w:r>
            <w:r w:rsidR="00BB1750">
              <w:rPr>
                <w:rFonts w:ascii="游ゴシック" w:eastAsia="游ゴシック" w:hAnsi="游ゴシック" w:hint="eastAsia"/>
                <w:sz w:val="18"/>
                <w:szCs w:val="18"/>
              </w:rPr>
              <w:t>、</w:t>
            </w:r>
            <w:r w:rsidRPr="00C81ED6">
              <w:rPr>
                <w:rFonts w:ascii="游ゴシック" w:eastAsia="游ゴシック" w:hAnsi="游ゴシック" w:hint="eastAsia"/>
                <w:sz w:val="18"/>
                <w:szCs w:val="18"/>
              </w:rPr>
              <w:t>等</w:t>
            </w:r>
          </w:p>
        </w:tc>
      </w:tr>
      <w:tr w:rsidR="00520B81" w:rsidRPr="005D165C" w14:paraId="68BEF278" w14:textId="77777777" w:rsidTr="00520B81">
        <w:trPr>
          <w:trHeight w:val="340"/>
        </w:trPr>
        <w:tc>
          <w:tcPr>
            <w:tcW w:w="9634" w:type="dxa"/>
            <w:gridSpan w:val="4"/>
            <w:tcBorders>
              <w:bottom w:val="single" w:sz="4" w:space="0" w:color="000000"/>
            </w:tcBorders>
            <w:vAlign w:val="center"/>
          </w:tcPr>
          <w:p w14:paraId="3EB26702" w14:textId="77777777" w:rsidR="00520B81" w:rsidRDefault="00520B81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2838C10D" w14:textId="77777777" w:rsidR="00520B81" w:rsidRDefault="00520B81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64A6A96F" w14:textId="5C75CC05" w:rsidR="00520B81" w:rsidRDefault="00520B81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858EA" w:rsidRPr="005D165C" w14:paraId="2DC55BCC" w14:textId="77777777" w:rsidTr="00B32414">
        <w:trPr>
          <w:trHeight w:val="570"/>
        </w:trPr>
        <w:tc>
          <w:tcPr>
            <w:tcW w:w="9634" w:type="dxa"/>
            <w:gridSpan w:val="4"/>
            <w:shd w:val="clear" w:color="auto" w:fill="F2F2F2" w:themeFill="background1" w:themeFillShade="F2"/>
          </w:tcPr>
          <w:p w14:paraId="48061E4D" w14:textId="046C07ED" w:rsidR="002858EA" w:rsidRPr="00F4046E" w:rsidRDefault="002858EA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4046E"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  <w:t>活動実施にあたって想定されるリスクやトラブルについて</w:t>
            </w:r>
            <w:r w:rsidR="00F66D96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、</w:t>
            </w:r>
            <w:r w:rsidRPr="00F4046E"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  <w:t>その内容と、</w:t>
            </w:r>
            <w:r w:rsidRPr="00F4046E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誰が、</w:t>
            </w:r>
            <w:r w:rsidRPr="00F4046E"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  <w:t>どのように対処・管理を行うかをご記入ください。</w:t>
            </w:r>
            <w:r w:rsidR="00F66D96" w:rsidRPr="00F66D96">
              <w:rPr>
                <w:rFonts w:ascii="游ゴシック" w:eastAsia="游ゴシック" w:hAnsi="游ゴシック" w:hint="eastAsia"/>
                <w:sz w:val="18"/>
                <w:szCs w:val="18"/>
              </w:rPr>
              <w:t>（例：個人情報漏洩、イベントでの参加者の怪我、等）</w:t>
            </w:r>
          </w:p>
        </w:tc>
      </w:tr>
      <w:tr w:rsidR="002858EA" w:rsidRPr="005D165C" w14:paraId="6C9462A0" w14:textId="77777777" w:rsidTr="00B32414">
        <w:tc>
          <w:tcPr>
            <w:tcW w:w="9634" w:type="dxa"/>
            <w:gridSpan w:val="4"/>
          </w:tcPr>
          <w:p w14:paraId="075F6333" w14:textId="77777777" w:rsidR="002858EA" w:rsidRPr="005D165C" w:rsidRDefault="002858EA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0AAD5D55" w14:textId="77777777" w:rsidR="002858EA" w:rsidRDefault="002858EA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37E22A12" w14:textId="77777777" w:rsidR="002858EA" w:rsidRPr="005D165C" w:rsidRDefault="002858EA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7A74C41C" w14:textId="77777777" w:rsidR="002858EA" w:rsidRPr="005D165C" w:rsidRDefault="002858EA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667AAC5B" w14:textId="77777777" w:rsidR="002858EA" w:rsidRPr="002858EA" w:rsidRDefault="002858EA" w:rsidP="00EF56E9">
      <w:pPr>
        <w:spacing w:line="320" w:lineRule="exact"/>
        <w:jc w:val="left"/>
        <w:rPr>
          <w:rFonts w:ascii="游ゴシック" w:eastAsia="游ゴシック" w:hAnsi="游ゴシック"/>
          <w:b/>
          <w:bCs/>
          <w:sz w:val="21"/>
          <w:szCs w:val="21"/>
        </w:rPr>
      </w:pPr>
    </w:p>
    <w:p w14:paraId="583A393C" w14:textId="4C962D51" w:rsidR="004B03D0" w:rsidRPr="00520B81" w:rsidRDefault="00520B81" w:rsidP="00821F56">
      <w:pPr>
        <w:spacing w:line="360" w:lineRule="exact"/>
        <w:jc w:val="left"/>
        <w:rPr>
          <w:rFonts w:ascii="游ゴシック" w:eastAsia="游ゴシック" w:hAnsi="游ゴシック"/>
          <w:b/>
          <w:bCs/>
          <w:sz w:val="21"/>
          <w:szCs w:val="21"/>
        </w:rPr>
      </w:pPr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2</w:t>
      </w:r>
      <w:r>
        <w:rPr>
          <w:rFonts w:ascii="游ゴシック" w:eastAsia="游ゴシック" w:hAnsi="游ゴシック" w:hint="eastAsia"/>
          <w:b/>
          <w:bCs/>
          <w:sz w:val="21"/>
          <w:szCs w:val="21"/>
        </w:rPr>
        <w:t>－4</w:t>
      </w:r>
      <w:r w:rsidRPr="002F395C">
        <w:rPr>
          <w:rFonts w:ascii="游ゴシック" w:eastAsia="游ゴシック" w:hAnsi="游ゴシック" w:hint="eastAsia"/>
          <w:b/>
          <w:bCs/>
          <w:sz w:val="21"/>
          <w:szCs w:val="21"/>
        </w:rPr>
        <w:t>．</w:t>
      </w:r>
      <w:r w:rsidRPr="00520B81">
        <w:rPr>
          <w:rFonts w:ascii="游ゴシック" w:eastAsia="游ゴシック" w:hAnsi="游ゴシック" w:hint="eastAsia"/>
          <w:b/>
          <w:bCs/>
          <w:sz w:val="21"/>
          <w:szCs w:val="21"/>
        </w:rPr>
        <w:t>申請</w:t>
      </w:r>
      <w:r w:rsidR="0090176B">
        <w:rPr>
          <w:rFonts w:ascii="游ゴシック" w:eastAsia="游ゴシック" w:hAnsi="游ゴシック" w:hint="eastAsia"/>
          <w:b/>
          <w:bCs/>
          <w:sz w:val="21"/>
          <w:szCs w:val="21"/>
        </w:rPr>
        <w:t>する</w:t>
      </w:r>
      <w:r w:rsidRPr="00520B81">
        <w:rPr>
          <w:rFonts w:ascii="游ゴシック" w:eastAsia="游ゴシック" w:hAnsi="游ゴシック" w:hint="eastAsia"/>
          <w:b/>
          <w:bCs/>
          <w:sz w:val="21"/>
          <w:szCs w:val="21"/>
        </w:rPr>
        <w:t>活動を実施する上で、現状認識している貴団体の「強み」と「弱み」</w:t>
      </w:r>
    </w:p>
    <w:tbl>
      <w:tblPr>
        <w:tblStyle w:val="af3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21F56" w:rsidRPr="005D165C" w14:paraId="344FA4FD" w14:textId="77777777" w:rsidTr="00520B81">
        <w:trPr>
          <w:trHeight w:val="604"/>
        </w:trPr>
        <w:tc>
          <w:tcPr>
            <w:tcW w:w="9639" w:type="dxa"/>
            <w:tcBorders>
              <w:bottom w:val="dotted" w:sz="4" w:space="0" w:color="000000" w:themeColor="text1"/>
            </w:tcBorders>
            <w:vAlign w:val="center"/>
          </w:tcPr>
          <w:p w14:paraId="5926BA7E" w14:textId="77777777" w:rsidR="00821F56" w:rsidRPr="005D165C" w:rsidRDefault="00821F56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>●強み（特徴）</w:t>
            </w:r>
          </w:p>
          <w:p w14:paraId="3DCD4BAA" w14:textId="77777777" w:rsidR="00821F56" w:rsidRDefault="00821F56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07DC9513" w14:textId="77777777" w:rsidR="00821F56" w:rsidRPr="005D165C" w:rsidRDefault="00821F56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821F56" w:rsidRPr="005D165C" w14:paraId="7267886E" w14:textId="77777777" w:rsidTr="00520B81">
        <w:trPr>
          <w:trHeight w:val="584"/>
        </w:trPr>
        <w:tc>
          <w:tcPr>
            <w:tcW w:w="9639" w:type="dxa"/>
            <w:tcBorders>
              <w:top w:val="dotted" w:sz="4" w:space="0" w:color="000000" w:themeColor="text1"/>
              <w:bottom w:val="dotted" w:sz="4" w:space="0" w:color="000000" w:themeColor="text1"/>
            </w:tcBorders>
            <w:vAlign w:val="center"/>
          </w:tcPr>
          <w:p w14:paraId="6E794264" w14:textId="77777777" w:rsidR="00821F56" w:rsidRPr="005D165C" w:rsidRDefault="00821F56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>●弱み（課題）</w:t>
            </w:r>
          </w:p>
          <w:p w14:paraId="3CF4F748" w14:textId="77777777" w:rsidR="00821F56" w:rsidRDefault="00821F56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1CBF4FDD" w14:textId="77777777" w:rsidR="00821F56" w:rsidRPr="005D165C" w:rsidRDefault="00821F56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821F56" w:rsidRPr="005D165C" w14:paraId="6B1A3026" w14:textId="77777777" w:rsidTr="00520B81">
        <w:trPr>
          <w:trHeight w:val="557"/>
        </w:trPr>
        <w:tc>
          <w:tcPr>
            <w:tcW w:w="9639" w:type="dxa"/>
            <w:tcBorders>
              <w:top w:val="dotted" w:sz="4" w:space="0" w:color="000000" w:themeColor="text1"/>
              <w:bottom w:val="single" w:sz="4" w:space="0" w:color="auto"/>
            </w:tcBorders>
            <w:vAlign w:val="center"/>
          </w:tcPr>
          <w:p w14:paraId="08E9D82E" w14:textId="77777777" w:rsidR="00821F56" w:rsidRDefault="00821F56" w:rsidP="00EF56E9">
            <w:pPr>
              <w:spacing w:line="320" w:lineRule="exact"/>
              <w:ind w:rightChars="-46" w:right="-11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>●「弱み」克服のために、この助成事業の「伴走支援」に期待していることがあればご記入ください</w:t>
            </w:r>
          </w:p>
          <w:p w14:paraId="0E1705B3" w14:textId="77777777" w:rsidR="00821F56" w:rsidRPr="005D165C" w:rsidRDefault="00821F56" w:rsidP="00EF56E9">
            <w:pPr>
              <w:spacing w:line="320" w:lineRule="exact"/>
              <w:ind w:rightChars="-46" w:right="-11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2231C9DF" w14:textId="77777777" w:rsidR="00821F56" w:rsidRPr="005D165C" w:rsidRDefault="00821F56" w:rsidP="00EF56E9">
            <w:pPr>
              <w:spacing w:line="32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3C185219" w14:textId="77777777" w:rsidR="00F3600F" w:rsidRDefault="00F3600F" w:rsidP="00607074">
      <w:pPr>
        <w:spacing w:line="360" w:lineRule="exact"/>
        <w:jc w:val="left"/>
        <w:rPr>
          <w:rFonts w:ascii="游ゴシック" w:eastAsia="游ゴシック" w:hAnsi="游ゴシック"/>
          <w:sz w:val="21"/>
          <w:szCs w:val="21"/>
        </w:rPr>
      </w:pPr>
    </w:p>
    <w:p w14:paraId="7BD7ED9E" w14:textId="7AF1E083" w:rsidR="00900109" w:rsidRPr="005D165C" w:rsidRDefault="00607074" w:rsidP="00607074">
      <w:pPr>
        <w:spacing w:line="360" w:lineRule="exact"/>
        <w:jc w:val="left"/>
        <w:rPr>
          <w:rFonts w:ascii="游ゴシック" w:eastAsia="游ゴシック" w:hAnsi="游ゴシック"/>
          <w:sz w:val="21"/>
          <w:szCs w:val="21"/>
        </w:rPr>
      </w:pPr>
      <w:r w:rsidRPr="005D165C">
        <w:rPr>
          <w:rFonts w:ascii="游ゴシック" w:eastAsia="游ゴシック" w:hAnsi="游ゴシック" w:hint="eastAsia"/>
          <w:sz w:val="21"/>
          <w:szCs w:val="21"/>
        </w:rPr>
        <w:t>※</w:t>
      </w:r>
      <w:r w:rsidR="00843287" w:rsidRPr="005D165C">
        <w:rPr>
          <w:rFonts w:ascii="游ゴシック" w:eastAsia="游ゴシック" w:hAnsi="游ゴシック" w:hint="eastAsia"/>
          <w:sz w:val="21"/>
          <w:szCs w:val="21"/>
        </w:rPr>
        <w:t>以下</w:t>
      </w:r>
      <w:r w:rsidR="00AA7799" w:rsidRPr="005D165C">
        <w:rPr>
          <w:rFonts w:ascii="游ゴシック" w:eastAsia="游ゴシック" w:hAnsi="游ゴシック" w:hint="eastAsia"/>
          <w:sz w:val="21"/>
          <w:szCs w:val="21"/>
        </w:rPr>
        <w:t>C</w:t>
      </w:r>
      <w:r w:rsidR="00843287" w:rsidRPr="005D165C">
        <w:rPr>
          <w:rFonts w:ascii="游ゴシック" w:eastAsia="游ゴシック" w:hAnsi="游ゴシック" w:hint="eastAsia"/>
          <w:sz w:val="21"/>
          <w:szCs w:val="21"/>
        </w:rPr>
        <w:t>は</w:t>
      </w:r>
      <w:r w:rsidR="00900109" w:rsidRPr="005D165C">
        <w:rPr>
          <w:rFonts w:ascii="游ゴシック" w:eastAsia="游ゴシック" w:hAnsi="游ゴシック" w:hint="eastAsia"/>
          <w:sz w:val="21"/>
          <w:szCs w:val="21"/>
        </w:rPr>
        <w:t>審査の加点となる質問です　（＊任意記入。無記入でも減点になりません。）</w:t>
      </w:r>
    </w:p>
    <w:tbl>
      <w:tblPr>
        <w:tblStyle w:val="af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3F83" w:rsidRPr="005D165C" w14:paraId="70030306" w14:textId="77777777" w:rsidTr="007F3F83">
        <w:tc>
          <w:tcPr>
            <w:tcW w:w="9776" w:type="dxa"/>
            <w:shd w:val="clear" w:color="auto" w:fill="F2F2F2" w:themeFill="background1" w:themeFillShade="F2"/>
          </w:tcPr>
          <w:p w14:paraId="31078FD4" w14:textId="77777777" w:rsidR="0017499E" w:rsidRDefault="007F3F83" w:rsidP="00EC7326">
            <w:pPr>
              <w:spacing w:line="340" w:lineRule="exact"/>
              <w:ind w:rightChars="-46" w:right="-11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D165C">
              <w:rPr>
                <w:rFonts w:ascii="游ゴシック" w:eastAsia="游ゴシック" w:hAnsi="游ゴシック" w:hint="eastAsia"/>
                <w:sz w:val="21"/>
                <w:szCs w:val="21"/>
              </w:rPr>
              <w:t>C：</w:t>
            </w:r>
            <w:r w:rsidR="005C4083">
              <w:rPr>
                <w:rFonts w:ascii="游ゴシック" w:eastAsia="游ゴシック" w:hAnsi="游ゴシック" w:hint="eastAsia"/>
                <w:sz w:val="21"/>
                <w:szCs w:val="21"/>
              </w:rPr>
              <w:t>必要とする</w:t>
            </w:r>
            <w:r w:rsidR="005C4083" w:rsidRPr="005C4083">
              <w:rPr>
                <w:rFonts w:ascii="游ゴシック" w:eastAsia="游ゴシック" w:hAnsi="游ゴシック"/>
                <w:sz w:val="21"/>
                <w:szCs w:val="21"/>
              </w:rPr>
              <w:t>方</w:t>
            </w:r>
            <w:r w:rsidR="005C4083">
              <w:rPr>
                <w:rFonts w:ascii="游ゴシック" w:eastAsia="游ゴシック" w:hAnsi="游ゴシック" w:hint="eastAsia"/>
                <w:sz w:val="21"/>
                <w:szCs w:val="21"/>
              </w:rPr>
              <w:t>へ支援が</w:t>
            </w:r>
            <w:r w:rsidR="005C4083" w:rsidRPr="005C4083">
              <w:rPr>
                <w:rFonts w:ascii="游ゴシック" w:eastAsia="游ゴシック" w:hAnsi="游ゴシック"/>
                <w:sz w:val="21"/>
                <w:szCs w:val="21"/>
              </w:rPr>
              <w:t>公平に届くための工夫</w:t>
            </w:r>
            <w:r w:rsidR="005C4083">
              <w:rPr>
                <w:rFonts w:ascii="游ゴシック" w:eastAsia="游ゴシック" w:hAnsi="游ゴシック" w:hint="eastAsia"/>
                <w:sz w:val="21"/>
                <w:szCs w:val="21"/>
              </w:rPr>
              <w:t>があれば</w:t>
            </w:r>
            <w:r w:rsidR="005C4083" w:rsidRPr="005C4083">
              <w:rPr>
                <w:rFonts w:ascii="游ゴシック" w:eastAsia="游ゴシック" w:hAnsi="游ゴシック"/>
                <w:sz w:val="21"/>
                <w:szCs w:val="21"/>
              </w:rPr>
              <w:t>ご記入ください。</w:t>
            </w:r>
          </w:p>
          <w:p w14:paraId="7129EA00" w14:textId="07B3F18E" w:rsidR="007F3F83" w:rsidRPr="005D165C" w:rsidRDefault="007A3C04" w:rsidP="0017499E">
            <w:pPr>
              <w:spacing w:line="240" w:lineRule="exact"/>
              <w:ind w:rightChars="-46" w:right="-110"/>
              <w:jc w:val="left"/>
              <w:rPr>
                <w:rFonts w:ascii="游ゴシック" w:eastAsia="游ゴシック" w:hAnsi="游ゴシック" w:cs="Segoe UI Symbol"/>
                <w:sz w:val="21"/>
                <w:szCs w:val="21"/>
              </w:rPr>
            </w:pPr>
            <w:r w:rsidRPr="0017499E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5C4083" w:rsidRPr="0017499E">
              <w:rPr>
                <w:rFonts w:ascii="游ゴシック" w:eastAsia="游ゴシック" w:hAnsi="游ゴシック"/>
                <w:sz w:val="18"/>
                <w:szCs w:val="18"/>
              </w:rPr>
              <w:t>例：情報発信の工夫、言語・文化的</w:t>
            </w:r>
            <w:r w:rsidR="005C4083" w:rsidRPr="0017499E">
              <w:rPr>
                <w:rFonts w:ascii="游ゴシック" w:eastAsia="游ゴシック" w:hAnsi="游ゴシック" w:hint="eastAsia"/>
                <w:sz w:val="18"/>
                <w:szCs w:val="18"/>
              </w:rPr>
              <w:t>配慮、</w:t>
            </w:r>
            <w:r w:rsidR="00520B81" w:rsidRPr="0017499E">
              <w:rPr>
                <w:rFonts w:ascii="游ゴシック" w:eastAsia="游ゴシック" w:hAnsi="游ゴシック" w:hint="eastAsia"/>
                <w:sz w:val="18"/>
                <w:szCs w:val="18"/>
              </w:rPr>
              <w:t>障がい</w:t>
            </w:r>
            <w:r w:rsidR="005C4083" w:rsidRPr="0017499E">
              <w:rPr>
                <w:rFonts w:ascii="游ゴシック" w:eastAsia="游ゴシック" w:hAnsi="游ゴシック" w:hint="eastAsia"/>
                <w:sz w:val="18"/>
                <w:szCs w:val="18"/>
              </w:rPr>
              <w:t>に応じた対応</w:t>
            </w:r>
            <w:r w:rsidR="005C4083" w:rsidRPr="0017499E">
              <w:rPr>
                <w:rFonts w:ascii="游ゴシック" w:eastAsia="游ゴシック" w:hAnsi="游ゴシック"/>
                <w:sz w:val="18"/>
                <w:szCs w:val="18"/>
              </w:rPr>
              <w:t>、</w:t>
            </w:r>
            <w:r w:rsidR="005C4083" w:rsidRPr="0017499E">
              <w:rPr>
                <w:rFonts w:ascii="游ゴシック" w:eastAsia="游ゴシック" w:hAnsi="游ゴシック" w:hint="eastAsia"/>
                <w:sz w:val="18"/>
                <w:szCs w:val="18"/>
              </w:rPr>
              <w:t>経済的</w:t>
            </w:r>
            <w:r w:rsidR="005C4083" w:rsidRPr="0017499E">
              <w:rPr>
                <w:rFonts w:ascii="游ゴシック" w:eastAsia="游ゴシック" w:hAnsi="游ゴシック"/>
                <w:sz w:val="18"/>
                <w:szCs w:val="18"/>
              </w:rPr>
              <w:t>・</w:t>
            </w:r>
            <w:r w:rsidR="005C4083" w:rsidRPr="0017499E">
              <w:rPr>
                <w:rFonts w:ascii="游ゴシック" w:eastAsia="游ゴシック" w:hAnsi="游ゴシック" w:hint="eastAsia"/>
                <w:sz w:val="18"/>
                <w:szCs w:val="18"/>
              </w:rPr>
              <w:t>地理的な制約への</w:t>
            </w:r>
            <w:r w:rsidRPr="0017499E">
              <w:rPr>
                <w:rFonts w:ascii="游ゴシック" w:eastAsia="游ゴシック" w:hAnsi="游ゴシック" w:hint="eastAsia"/>
                <w:sz w:val="18"/>
                <w:szCs w:val="18"/>
              </w:rPr>
              <w:t>対策</w:t>
            </w:r>
            <w:r w:rsidR="0017499E" w:rsidRPr="0017499E">
              <w:rPr>
                <w:rFonts w:ascii="游ゴシック" w:eastAsia="游ゴシック" w:hAnsi="游ゴシック" w:hint="eastAsia"/>
                <w:sz w:val="18"/>
                <w:szCs w:val="18"/>
              </w:rPr>
              <w:t>等</w:t>
            </w:r>
          </w:p>
        </w:tc>
      </w:tr>
      <w:tr w:rsidR="007F3F83" w:rsidRPr="005D165C" w14:paraId="5ECF3CAD" w14:textId="77777777" w:rsidTr="006A0BCD">
        <w:tc>
          <w:tcPr>
            <w:tcW w:w="9776" w:type="dxa"/>
          </w:tcPr>
          <w:p w14:paraId="4111934D" w14:textId="20AEAE66" w:rsidR="007F3F83" w:rsidRPr="00520B81" w:rsidRDefault="007F3F83" w:rsidP="00EF56E9">
            <w:pPr>
              <w:spacing w:line="320" w:lineRule="exact"/>
              <w:ind w:rightChars="-46" w:right="-11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21EA9BC9" w14:textId="77777777" w:rsidR="005C4083" w:rsidRDefault="005C4083" w:rsidP="00EF56E9">
            <w:pPr>
              <w:spacing w:line="320" w:lineRule="exact"/>
              <w:ind w:rightChars="-46" w:right="-11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512EE348" w14:textId="77777777" w:rsidR="005C4083" w:rsidRDefault="005C4083" w:rsidP="00EF56E9">
            <w:pPr>
              <w:spacing w:line="320" w:lineRule="exact"/>
              <w:ind w:rightChars="-46" w:right="-11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  <w:p w14:paraId="02BE6FAF" w14:textId="77777777" w:rsidR="005C4083" w:rsidRPr="005D165C" w:rsidRDefault="005C4083" w:rsidP="00EF56E9">
            <w:pPr>
              <w:spacing w:line="320" w:lineRule="exact"/>
              <w:ind w:rightChars="-46" w:right="-11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7A860CB1" w14:textId="77777777" w:rsidR="005B5DB7" w:rsidRPr="005D165C" w:rsidRDefault="005B5DB7" w:rsidP="00EF56E9">
      <w:pPr>
        <w:spacing w:line="320" w:lineRule="exact"/>
        <w:jc w:val="left"/>
        <w:rPr>
          <w:rFonts w:ascii="游ゴシック" w:eastAsia="游ゴシック" w:hAnsi="游ゴシック"/>
          <w:sz w:val="21"/>
          <w:szCs w:val="21"/>
        </w:rPr>
      </w:pPr>
    </w:p>
    <w:sectPr w:rsidR="005B5DB7" w:rsidRPr="005D165C" w:rsidSect="00B12EBE">
      <w:headerReference w:type="default" r:id="rId8"/>
      <w:footerReference w:type="even" r:id="rId9"/>
      <w:footerReference w:type="default" r:id="rId10"/>
      <w:pgSz w:w="11900" w:h="16840"/>
      <w:pgMar w:top="1440" w:right="1080" w:bottom="1440" w:left="1080" w:header="851" w:footer="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E68D9" w14:textId="77777777" w:rsidR="00C06977" w:rsidRDefault="00C06977" w:rsidP="0020240F">
      <w:r>
        <w:separator/>
      </w:r>
    </w:p>
  </w:endnote>
  <w:endnote w:type="continuationSeparator" w:id="0">
    <w:p w14:paraId="5307CDAD" w14:textId="77777777" w:rsidR="00C06977" w:rsidRDefault="00C06977" w:rsidP="0020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9456" w14:textId="70B448DD" w:rsidR="0020240F" w:rsidRDefault="0020240F" w:rsidP="006918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0231">
      <w:rPr>
        <w:rStyle w:val="a5"/>
        <w:noProof/>
      </w:rPr>
      <w:t>5</w:t>
    </w:r>
    <w:r>
      <w:rPr>
        <w:rStyle w:val="a5"/>
      </w:rPr>
      <w:fldChar w:fldCharType="end"/>
    </w:r>
  </w:p>
  <w:p w14:paraId="53F77611" w14:textId="77777777" w:rsidR="0020240F" w:rsidRDefault="0020240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7809848"/>
      <w:docPartObj>
        <w:docPartGallery w:val="Page Numbers (Bottom of Page)"/>
        <w:docPartUnique/>
      </w:docPartObj>
    </w:sdtPr>
    <w:sdtEndPr/>
    <w:sdtContent>
      <w:p w14:paraId="72874030" w14:textId="5A199C2E" w:rsidR="00B12EBE" w:rsidRDefault="00B12E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0AFE604" w14:textId="6C32C39D" w:rsidR="00BB16C5" w:rsidRPr="00394081" w:rsidRDefault="00BB16C5" w:rsidP="00394081">
    <w:pPr>
      <w:spacing w:line="360" w:lineRule="exact"/>
      <w:jc w:val="left"/>
      <w:rPr>
        <w:rFonts w:ascii="BIZ UDP明朝 Medium" w:eastAsia="BIZ UDP明朝 Medium" w:hAnsi="BIZ UDP明朝 Medium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CA4EB" w14:textId="77777777" w:rsidR="00C06977" w:rsidRDefault="00C06977" w:rsidP="0020240F">
      <w:r>
        <w:separator/>
      </w:r>
    </w:p>
  </w:footnote>
  <w:footnote w:type="continuationSeparator" w:id="0">
    <w:p w14:paraId="0F3696E0" w14:textId="77777777" w:rsidR="00C06977" w:rsidRDefault="00C06977" w:rsidP="0020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F9E56" w14:textId="6EF7397B" w:rsidR="005D165C" w:rsidRPr="000C6227" w:rsidRDefault="005D165C">
    <w:pPr>
      <w:pStyle w:val="a6"/>
      <w:rPr>
        <w:rFonts w:ascii="游ゴシック" w:eastAsia="游ゴシック" w:hAnsi="游ゴシック"/>
        <w:sz w:val="22"/>
        <w:szCs w:val="22"/>
      </w:rPr>
    </w:pPr>
    <w:r w:rsidRPr="000C6227">
      <w:rPr>
        <w:rFonts w:ascii="游ゴシック" w:eastAsia="游ゴシック" w:hAnsi="游ゴシック" w:hint="eastAsia"/>
        <w:sz w:val="22"/>
        <w:szCs w:val="22"/>
      </w:rPr>
      <w:t>様式</w:t>
    </w:r>
    <w:r w:rsidR="00D82635">
      <w:rPr>
        <w:rFonts w:ascii="游ゴシック" w:eastAsia="游ゴシック" w:hAnsi="游ゴシック" w:hint="eastAsia"/>
        <w:sz w:val="22"/>
        <w:szCs w:val="22"/>
      </w:rPr>
      <w:t>2</w:t>
    </w:r>
    <w:r w:rsidR="0090176B">
      <w:rPr>
        <w:rFonts w:ascii="游ゴシック" w:eastAsia="游ゴシック" w:hAnsi="游ゴシック" w:hint="eastAsia"/>
        <w:sz w:val="22"/>
        <w:szCs w:val="22"/>
      </w:rPr>
      <w:t>（申請する活動について）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1601C"/>
    <w:multiLevelType w:val="hybridMultilevel"/>
    <w:tmpl w:val="7AE4FFAC"/>
    <w:lvl w:ilvl="0" w:tplc="D8B66E7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1874FBD"/>
    <w:multiLevelType w:val="hybridMultilevel"/>
    <w:tmpl w:val="9EB02F24"/>
    <w:lvl w:ilvl="0" w:tplc="04090003">
      <w:start w:val="1"/>
      <w:numFmt w:val="bullet"/>
      <w:lvlText w:val=""/>
      <w:lvlJc w:val="left"/>
      <w:pPr>
        <w:ind w:left="1433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53" w:hanging="440"/>
      </w:pPr>
      <w:rPr>
        <w:rFonts w:ascii="Wingdings" w:hAnsi="Wingdings" w:hint="default"/>
      </w:rPr>
    </w:lvl>
  </w:abstractNum>
  <w:abstractNum w:abstractNumId="2" w15:restartNumberingAfterBreak="0">
    <w:nsid w:val="04136B87"/>
    <w:multiLevelType w:val="hybridMultilevel"/>
    <w:tmpl w:val="510A3B58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4EB4E68"/>
    <w:multiLevelType w:val="hybridMultilevel"/>
    <w:tmpl w:val="A85A253C"/>
    <w:lvl w:ilvl="0" w:tplc="99445B58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6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6" w:hanging="440"/>
      </w:pPr>
    </w:lvl>
    <w:lvl w:ilvl="3" w:tplc="0409000F" w:tentative="1">
      <w:start w:val="1"/>
      <w:numFmt w:val="decimal"/>
      <w:lvlText w:val="%4."/>
      <w:lvlJc w:val="left"/>
      <w:pPr>
        <w:ind w:left="2186" w:hanging="440"/>
      </w:pPr>
    </w:lvl>
    <w:lvl w:ilvl="4" w:tplc="04090017" w:tentative="1">
      <w:start w:val="1"/>
      <w:numFmt w:val="aiueoFullWidth"/>
      <w:lvlText w:val="(%5)"/>
      <w:lvlJc w:val="left"/>
      <w:pPr>
        <w:ind w:left="2626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6" w:hanging="440"/>
      </w:pPr>
    </w:lvl>
    <w:lvl w:ilvl="6" w:tplc="0409000F" w:tentative="1">
      <w:start w:val="1"/>
      <w:numFmt w:val="decimal"/>
      <w:lvlText w:val="%7."/>
      <w:lvlJc w:val="left"/>
      <w:pPr>
        <w:ind w:left="3506" w:hanging="440"/>
      </w:pPr>
    </w:lvl>
    <w:lvl w:ilvl="7" w:tplc="04090017" w:tentative="1">
      <w:start w:val="1"/>
      <w:numFmt w:val="aiueoFullWidth"/>
      <w:lvlText w:val="(%8)"/>
      <w:lvlJc w:val="left"/>
      <w:pPr>
        <w:ind w:left="3946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6" w:hanging="440"/>
      </w:pPr>
    </w:lvl>
  </w:abstractNum>
  <w:abstractNum w:abstractNumId="4" w15:restartNumberingAfterBreak="0">
    <w:nsid w:val="050427C2"/>
    <w:multiLevelType w:val="hybridMultilevel"/>
    <w:tmpl w:val="CD70C24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E6F7845"/>
    <w:multiLevelType w:val="hybridMultilevel"/>
    <w:tmpl w:val="61E4F18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34619E4"/>
    <w:multiLevelType w:val="hybridMultilevel"/>
    <w:tmpl w:val="251034E8"/>
    <w:lvl w:ilvl="0" w:tplc="BF0822E6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18B50A5D"/>
    <w:multiLevelType w:val="hybridMultilevel"/>
    <w:tmpl w:val="79A05B5E"/>
    <w:lvl w:ilvl="0" w:tplc="BAFC053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6FE1B58"/>
    <w:multiLevelType w:val="hybridMultilevel"/>
    <w:tmpl w:val="7838633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29D6438C"/>
    <w:multiLevelType w:val="hybridMultilevel"/>
    <w:tmpl w:val="007E55EA"/>
    <w:lvl w:ilvl="0" w:tplc="FFFFFFFF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06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6" w:hanging="440"/>
      </w:pPr>
    </w:lvl>
    <w:lvl w:ilvl="3" w:tplc="FFFFFFFF" w:tentative="1">
      <w:start w:val="1"/>
      <w:numFmt w:val="decimal"/>
      <w:lvlText w:val="%4."/>
      <w:lvlJc w:val="left"/>
      <w:pPr>
        <w:ind w:left="2186" w:hanging="440"/>
      </w:pPr>
    </w:lvl>
    <w:lvl w:ilvl="4" w:tplc="FFFFFFFF" w:tentative="1">
      <w:start w:val="1"/>
      <w:numFmt w:val="aiueoFullWidth"/>
      <w:lvlText w:val="(%5)"/>
      <w:lvlJc w:val="left"/>
      <w:pPr>
        <w:ind w:left="2626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6" w:hanging="440"/>
      </w:pPr>
    </w:lvl>
    <w:lvl w:ilvl="6" w:tplc="FFFFFFFF" w:tentative="1">
      <w:start w:val="1"/>
      <w:numFmt w:val="decimal"/>
      <w:lvlText w:val="%7."/>
      <w:lvlJc w:val="left"/>
      <w:pPr>
        <w:ind w:left="3506" w:hanging="440"/>
      </w:pPr>
    </w:lvl>
    <w:lvl w:ilvl="7" w:tplc="FFFFFFFF" w:tentative="1">
      <w:start w:val="1"/>
      <w:numFmt w:val="aiueoFullWidth"/>
      <w:lvlText w:val="(%8)"/>
      <w:lvlJc w:val="left"/>
      <w:pPr>
        <w:ind w:left="3946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6" w:hanging="440"/>
      </w:pPr>
    </w:lvl>
  </w:abstractNum>
  <w:abstractNum w:abstractNumId="10" w15:restartNumberingAfterBreak="0">
    <w:nsid w:val="2BEF3478"/>
    <w:multiLevelType w:val="hybridMultilevel"/>
    <w:tmpl w:val="2820B6EC"/>
    <w:lvl w:ilvl="0" w:tplc="B80299FE">
      <w:start w:val="3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2E1D3DE5"/>
    <w:multiLevelType w:val="hybridMultilevel"/>
    <w:tmpl w:val="BCD4C8B6"/>
    <w:lvl w:ilvl="0" w:tplc="A5CAE5DC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18F045D"/>
    <w:multiLevelType w:val="hybridMultilevel"/>
    <w:tmpl w:val="7520AD6E"/>
    <w:lvl w:ilvl="0" w:tplc="AC9E97FE">
      <w:start w:val="1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328002DE"/>
    <w:multiLevelType w:val="hybridMultilevel"/>
    <w:tmpl w:val="BD1A25B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1726CE0"/>
    <w:multiLevelType w:val="hybridMultilevel"/>
    <w:tmpl w:val="5DE6C33C"/>
    <w:lvl w:ilvl="0" w:tplc="38CE9F22">
      <w:start w:val="14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46CB0B94"/>
    <w:multiLevelType w:val="hybridMultilevel"/>
    <w:tmpl w:val="FD9C04F0"/>
    <w:lvl w:ilvl="0" w:tplc="A67C71D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497250A9"/>
    <w:multiLevelType w:val="hybridMultilevel"/>
    <w:tmpl w:val="53927C50"/>
    <w:lvl w:ilvl="0" w:tplc="1476572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D4F154D"/>
    <w:multiLevelType w:val="hybridMultilevel"/>
    <w:tmpl w:val="AC3633DA"/>
    <w:lvl w:ilvl="0" w:tplc="350A170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507975C6"/>
    <w:multiLevelType w:val="hybridMultilevel"/>
    <w:tmpl w:val="007E55EA"/>
    <w:lvl w:ilvl="0" w:tplc="04090011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05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5" w:hanging="440"/>
      </w:pPr>
    </w:lvl>
    <w:lvl w:ilvl="3" w:tplc="FFFFFFFF" w:tentative="1">
      <w:start w:val="1"/>
      <w:numFmt w:val="decimal"/>
      <w:lvlText w:val="%4."/>
      <w:lvlJc w:val="left"/>
      <w:pPr>
        <w:ind w:left="2185" w:hanging="440"/>
      </w:pPr>
    </w:lvl>
    <w:lvl w:ilvl="4" w:tplc="FFFFFFFF" w:tentative="1">
      <w:start w:val="1"/>
      <w:numFmt w:val="aiueoFullWidth"/>
      <w:lvlText w:val="(%5)"/>
      <w:lvlJc w:val="left"/>
      <w:pPr>
        <w:ind w:left="2625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5" w:hanging="440"/>
      </w:pPr>
    </w:lvl>
    <w:lvl w:ilvl="6" w:tplc="FFFFFFFF" w:tentative="1">
      <w:start w:val="1"/>
      <w:numFmt w:val="decimal"/>
      <w:lvlText w:val="%7."/>
      <w:lvlJc w:val="left"/>
      <w:pPr>
        <w:ind w:left="3505" w:hanging="440"/>
      </w:pPr>
    </w:lvl>
    <w:lvl w:ilvl="7" w:tplc="FFFFFFFF" w:tentative="1">
      <w:start w:val="1"/>
      <w:numFmt w:val="aiueoFullWidth"/>
      <w:lvlText w:val="(%8)"/>
      <w:lvlJc w:val="left"/>
      <w:pPr>
        <w:ind w:left="3945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19" w15:restartNumberingAfterBreak="0">
    <w:nsid w:val="50F7497D"/>
    <w:multiLevelType w:val="hybridMultilevel"/>
    <w:tmpl w:val="F8B24748"/>
    <w:lvl w:ilvl="0" w:tplc="79C8715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5F8D72E9"/>
    <w:multiLevelType w:val="hybridMultilevel"/>
    <w:tmpl w:val="0890D74C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620069B5"/>
    <w:multiLevelType w:val="hybridMultilevel"/>
    <w:tmpl w:val="F76479A6"/>
    <w:lvl w:ilvl="0" w:tplc="34BA1EB2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4C967B40">
      <w:start w:val="1"/>
      <w:numFmt w:val="bullet"/>
      <w:lvlText w:val="※"/>
      <w:lvlJc w:val="left"/>
      <w:pPr>
        <w:ind w:left="800" w:hanging="360"/>
      </w:pPr>
      <w:rPr>
        <w:rFonts w:ascii="ＭＳ Ｐゴシック" w:eastAsia="ＭＳ Ｐゴシック" w:hAnsi="ＭＳ Ｐ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645D07C5"/>
    <w:multiLevelType w:val="hybridMultilevel"/>
    <w:tmpl w:val="45E83964"/>
    <w:lvl w:ilvl="0" w:tplc="4410946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67EE7544"/>
    <w:multiLevelType w:val="hybridMultilevel"/>
    <w:tmpl w:val="DE003D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68281E6C"/>
    <w:multiLevelType w:val="hybridMultilevel"/>
    <w:tmpl w:val="B558703C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5" w15:restartNumberingAfterBreak="0">
    <w:nsid w:val="698B44B6"/>
    <w:multiLevelType w:val="hybridMultilevel"/>
    <w:tmpl w:val="98381E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A626CF6"/>
    <w:multiLevelType w:val="hybridMultilevel"/>
    <w:tmpl w:val="7C425B58"/>
    <w:lvl w:ilvl="0" w:tplc="EC60DD2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6CCD4ECD"/>
    <w:multiLevelType w:val="hybridMultilevel"/>
    <w:tmpl w:val="A2C870C6"/>
    <w:lvl w:ilvl="0" w:tplc="E19E09F6">
      <w:start w:val="1"/>
      <w:numFmt w:val="decimal"/>
      <w:lvlText w:val="【%1】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57A2991"/>
    <w:multiLevelType w:val="hybridMultilevel"/>
    <w:tmpl w:val="879034CA"/>
    <w:lvl w:ilvl="0" w:tplc="4C48B50E">
      <w:start w:val="1"/>
      <w:numFmt w:val="decimalFullWidth"/>
      <w:lvlText w:val="【%1】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77CE607F"/>
    <w:multiLevelType w:val="hybridMultilevel"/>
    <w:tmpl w:val="267E11AE"/>
    <w:lvl w:ilvl="0" w:tplc="2DB4A804">
      <w:start w:val="3"/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0" w15:restartNumberingAfterBreak="0">
    <w:nsid w:val="7C162BA8"/>
    <w:multiLevelType w:val="hybridMultilevel"/>
    <w:tmpl w:val="484287DA"/>
    <w:lvl w:ilvl="0" w:tplc="04090011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3" w:hanging="440"/>
      </w:pPr>
    </w:lvl>
    <w:lvl w:ilvl="2" w:tplc="04090011" w:tentative="1">
      <w:start w:val="1"/>
      <w:numFmt w:val="decimalEnclosedCircle"/>
      <w:lvlText w:val="%3"/>
      <w:lvlJc w:val="left"/>
      <w:pPr>
        <w:ind w:left="2313" w:hanging="440"/>
      </w:pPr>
    </w:lvl>
    <w:lvl w:ilvl="3" w:tplc="0409000F" w:tentative="1">
      <w:start w:val="1"/>
      <w:numFmt w:val="decimal"/>
      <w:lvlText w:val="%4."/>
      <w:lvlJc w:val="left"/>
      <w:pPr>
        <w:ind w:left="2753" w:hanging="440"/>
      </w:pPr>
    </w:lvl>
    <w:lvl w:ilvl="4" w:tplc="04090017" w:tentative="1">
      <w:start w:val="1"/>
      <w:numFmt w:val="aiueoFullWidth"/>
      <w:lvlText w:val="(%5)"/>
      <w:lvlJc w:val="left"/>
      <w:pPr>
        <w:ind w:left="3193" w:hanging="44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40"/>
      </w:pPr>
    </w:lvl>
    <w:lvl w:ilvl="6" w:tplc="0409000F" w:tentative="1">
      <w:start w:val="1"/>
      <w:numFmt w:val="decimal"/>
      <w:lvlText w:val="%7."/>
      <w:lvlJc w:val="left"/>
      <w:pPr>
        <w:ind w:left="4073" w:hanging="440"/>
      </w:pPr>
    </w:lvl>
    <w:lvl w:ilvl="7" w:tplc="04090017" w:tentative="1">
      <w:start w:val="1"/>
      <w:numFmt w:val="aiueoFullWidth"/>
      <w:lvlText w:val="(%8)"/>
      <w:lvlJc w:val="left"/>
      <w:pPr>
        <w:ind w:left="4513" w:hanging="440"/>
      </w:pPr>
    </w:lvl>
    <w:lvl w:ilvl="8" w:tplc="04090011" w:tentative="1">
      <w:start w:val="1"/>
      <w:numFmt w:val="decimalEnclosedCircle"/>
      <w:lvlText w:val="%9"/>
      <w:lvlJc w:val="left"/>
      <w:pPr>
        <w:ind w:left="4953" w:hanging="440"/>
      </w:pPr>
    </w:lvl>
  </w:abstractNum>
  <w:abstractNum w:abstractNumId="31" w15:restartNumberingAfterBreak="0">
    <w:nsid w:val="7D8A65A9"/>
    <w:multiLevelType w:val="hybridMultilevel"/>
    <w:tmpl w:val="531E128C"/>
    <w:lvl w:ilvl="0" w:tplc="E842C628">
      <w:numFmt w:val="bullet"/>
      <w:lvlText w:val="・"/>
      <w:lvlJc w:val="left"/>
      <w:pPr>
        <w:ind w:left="440" w:hanging="44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87583860">
    <w:abstractNumId w:val="3"/>
  </w:num>
  <w:num w:numId="2" w16cid:durableId="440415044">
    <w:abstractNumId w:val="30"/>
  </w:num>
  <w:num w:numId="3" w16cid:durableId="801774676">
    <w:abstractNumId w:val="4"/>
  </w:num>
  <w:num w:numId="4" w16cid:durableId="634526209">
    <w:abstractNumId w:val="13"/>
  </w:num>
  <w:num w:numId="5" w16cid:durableId="1960604824">
    <w:abstractNumId w:val="18"/>
  </w:num>
  <w:num w:numId="6" w16cid:durableId="70589099">
    <w:abstractNumId w:val="9"/>
  </w:num>
  <w:num w:numId="7" w16cid:durableId="1483230194">
    <w:abstractNumId w:val="22"/>
  </w:num>
  <w:num w:numId="8" w16cid:durableId="740905288">
    <w:abstractNumId w:val="15"/>
  </w:num>
  <w:num w:numId="9" w16cid:durableId="39792787">
    <w:abstractNumId w:val="8"/>
  </w:num>
  <w:num w:numId="10" w16cid:durableId="2033535560">
    <w:abstractNumId w:val="24"/>
  </w:num>
  <w:num w:numId="11" w16cid:durableId="1688673604">
    <w:abstractNumId w:val="1"/>
  </w:num>
  <w:num w:numId="12" w16cid:durableId="630357441">
    <w:abstractNumId w:val="25"/>
  </w:num>
  <w:num w:numId="13" w16cid:durableId="507213975">
    <w:abstractNumId w:val="20"/>
  </w:num>
  <w:num w:numId="14" w16cid:durableId="1596598762">
    <w:abstractNumId w:val="2"/>
  </w:num>
  <w:num w:numId="15" w16cid:durableId="2075925739">
    <w:abstractNumId w:val="29"/>
  </w:num>
  <w:num w:numId="16" w16cid:durableId="1276712337">
    <w:abstractNumId w:val="5"/>
  </w:num>
  <w:num w:numId="17" w16cid:durableId="989214315">
    <w:abstractNumId w:val="26"/>
  </w:num>
  <w:num w:numId="18" w16cid:durableId="2056419975">
    <w:abstractNumId w:val="12"/>
  </w:num>
  <w:num w:numId="19" w16cid:durableId="334382891">
    <w:abstractNumId w:val="31"/>
  </w:num>
  <w:num w:numId="20" w16cid:durableId="2123764600">
    <w:abstractNumId w:val="14"/>
  </w:num>
  <w:num w:numId="21" w16cid:durableId="48845474">
    <w:abstractNumId w:val="10"/>
  </w:num>
  <w:num w:numId="22" w16cid:durableId="86656694">
    <w:abstractNumId w:val="27"/>
  </w:num>
  <w:num w:numId="23" w16cid:durableId="880628371">
    <w:abstractNumId w:val="28"/>
  </w:num>
  <w:num w:numId="24" w16cid:durableId="802887534">
    <w:abstractNumId w:val="17"/>
  </w:num>
  <w:num w:numId="25" w16cid:durableId="2122646598">
    <w:abstractNumId w:val="21"/>
  </w:num>
  <w:num w:numId="26" w16cid:durableId="643236675">
    <w:abstractNumId w:val="6"/>
  </w:num>
  <w:num w:numId="27" w16cid:durableId="1196306129">
    <w:abstractNumId w:val="11"/>
  </w:num>
  <w:num w:numId="28" w16cid:durableId="1019550619">
    <w:abstractNumId w:val="19"/>
  </w:num>
  <w:num w:numId="29" w16cid:durableId="1282230570">
    <w:abstractNumId w:val="16"/>
  </w:num>
  <w:num w:numId="30" w16cid:durableId="1936473791">
    <w:abstractNumId w:val="0"/>
  </w:num>
  <w:num w:numId="31" w16cid:durableId="1788695566">
    <w:abstractNumId w:val="7"/>
  </w:num>
  <w:num w:numId="32" w16cid:durableId="5035949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ttachedTemplate r:id="rId1"/>
  <w:defaultTabStop w:val="960"/>
  <w:drawingGridHorizontalSpacing w:val="120"/>
  <w:drawingGridVerticalSpacing w:val="20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103"/>
    <w:rsid w:val="00000924"/>
    <w:rsid w:val="0000216B"/>
    <w:rsid w:val="00004281"/>
    <w:rsid w:val="00004BA8"/>
    <w:rsid w:val="00011BAC"/>
    <w:rsid w:val="00011C07"/>
    <w:rsid w:val="00016041"/>
    <w:rsid w:val="0002416F"/>
    <w:rsid w:val="000264C5"/>
    <w:rsid w:val="00030026"/>
    <w:rsid w:val="00036CA6"/>
    <w:rsid w:val="00042F74"/>
    <w:rsid w:val="00042FD7"/>
    <w:rsid w:val="000510EB"/>
    <w:rsid w:val="000513A6"/>
    <w:rsid w:val="000533ED"/>
    <w:rsid w:val="00056ED0"/>
    <w:rsid w:val="0006066C"/>
    <w:rsid w:val="00061033"/>
    <w:rsid w:val="000616C2"/>
    <w:rsid w:val="00061F02"/>
    <w:rsid w:val="00063132"/>
    <w:rsid w:val="00065115"/>
    <w:rsid w:val="000651E1"/>
    <w:rsid w:val="00071942"/>
    <w:rsid w:val="000741A8"/>
    <w:rsid w:val="00075F11"/>
    <w:rsid w:val="00077103"/>
    <w:rsid w:val="00082A8A"/>
    <w:rsid w:val="0008413A"/>
    <w:rsid w:val="00086EE5"/>
    <w:rsid w:val="00090A3C"/>
    <w:rsid w:val="00094B9C"/>
    <w:rsid w:val="00095768"/>
    <w:rsid w:val="00096D8D"/>
    <w:rsid w:val="000A72FC"/>
    <w:rsid w:val="000B4F04"/>
    <w:rsid w:val="000C5B7C"/>
    <w:rsid w:val="000C6227"/>
    <w:rsid w:val="000E45CB"/>
    <w:rsid w:val="000E6200"/>
    <w:rsid w:val="000F22F1"/>
    <w:rsid w:val="000F2D16"/>
    <w:rsid w:val="000F4EF1"/>
    <w:rsid w:val="000F5881"/>
    <w:rsid w:val="000F5A73"/>
    <w:rsid w:val="000F633C"/>
    <w:rsid w:val="000F7C16"/>
    <w:rsid w:val="00100412"/>
    <w:rsid w:val="00101941"/>
    <w:rsid w:val="00102AF5"/>
    <w:rsid w:val="00106A97"/>
    <w:rsid w:val="00106C31"/>
    <w:rsid w:val="00111272"/>
    <w:rsid w:val="0011139A"/>
    <w:rsid w:val="001175BB"/>
    <w:rsid w:val="00117ECB"/>
    <w:rsid w:val="00120F08"/>
    <w:rsid w:val="00121551"/>
    <w:rsid w:val="001307A7"/>
    <w:rsid w:val="00130A41"/>
    <w:rsid w:val="00133EDA"/>
    <w:rsid w:val="00133F33"/>
    <w:rsid w:val="00134F68"/>
    <w:rsid w:val="001365D8"/>
    <w:rsid w:val="00136AE7"/>
    <w:rsid w:val="00140734"/>
    <w:rsid w:val="0014265D"/>
    <w:rsid w:val="00142731"/>
    <w:rsid w:val="001462D0"/>
    <w:rsid w:val="001477A3"/>
    <w:rsid w:val="00153A58"/>
    <w:rsid w:val="001547E7"/>
    <w:rsid w:val="00156E13"/>
    <w:rsid w:val="00160F9D"/>
    <w:rsid w:val="00161428"/>
    <w:rsid w:val="001628B8"/>
    <w:rsid w:val="001706AE"/>
    <w:rsid w:val="00174401"/>
    <w:rsid w:val="0017499E"/>
    <w:rsid w:val="00180738"/>
    <w:rsid w:val="00182817"/>
    <w:rsid w:val="00182A71"/>
    <w:rsid w:val="001832EB"/>
    <w:rsid w:val="00184CD6"/>
    <w:rsid w:val="001862CA"/>
    <w:rsid w:val="001961D2"/>
    <w:rsid w:val="001A1257"/>
    <w:rsid w:val="001A22FA"/>
    <w:rsid w:val="001A37E3"/>
    <w:rsid w:val="001A7C2F"/>
    <w:rsid w:val="001B0E79"/>
    <w:rsid w:val="001C392F"/>
    <w:rsid w:val="001D223F"/>
    <w:rsid w:val="001D4375"/>
    <w:rsid w:val="001D53FF"/>
    <w:rsid w:val="001D7093"/>
    <w:rsid w:val="001E068D"/>
    <w:rsid w:val="001E0887"/>
    <w:rsid w:val="001E0B8D"/>
    <w:rsid w:val="001E1C39"/>
    <w:rsid w:val="001E35DF"/>
    <w:rsid w:val="001E4030"/>
    <w:rsid w:val="001E5943"/>
    <w:rsid w:val="001F4854"/>
    <w:rsid w:val="0020240F"/>
    <w:rsid w:val="00202C80"/>
    <w:rsid w:val="00204F93"/>
    <w:rsid w:val="00212974"/>
    <w:rsid w:val="00213EED"/>
    <w:rsid w:val="00215B71"/>
    <w:rsid w:val="00216C9F"/>
    <w:rsid w:val="0022102C"/>
    <w:rsid w:val="0022186B"/>
    <w:rsid w:val="00222ABE"/>
    <w:rsid w:val="00224349"/>
    <w:rsid w:val="00225AB6"/>
    <w:rsid w:val="00231578"/>
    <w:rsid w:val="002315BE"/>
    <w:rsid w:val="00233705"/>
    <w:rsid w:val="002370E3"/>
    <w:rsid w:val="00240845"/>
    <w:rsid w:val="00246A06"/>
    <w:rsid w:val="0024738E"/>
    <w:rsid w:val="00247EA4"/>
    <w:rsid w:val="0025326E"/>
    <w:rsid w:val="002560A9"/>
    <w:rsid w:val="00257A93"/>
    <w:rsid w:val="00265D67"/>
    <w:rsid w:val="0026731D"/>
    <w:rsid w:val="00270C3D"/>
    <w:rsid w:val="002715BA"/>
    <w:rsid w:val="002773D0"/>
    <w:rsid w:val="00283639"/>
    <w:rsid w:val="002858EA"/>
    <w:rsid w:val="00286774"/>
    <w:rsid w:val="00287375"/>
    <w:rsid w:val="00290273"/>
    <w:rsid w:val="0029060F"/>
    <w:rsid w:val="002923F2"/>
    <w:rsid w:val="00295910"/>
    <w:rsid w:val="002A3610"/>
    <w:rsid w:val="002A55CC"/>
    <w:rsid w:val="002A7CF1"/>
    <w:rsid w:val="002B0318"/>
    <w:rsid w:val="002B6B9B"/>
    <w:rsid w:val="002C5590"/>
    <w:rsid w:val="002C5FB1"/>
    <w:rsid w:val="002C62E6"/>
    <w:rsid w:val="002C69F0"/>
    <w:rsid w:val="002D148E"/>
    <w:rsid w:val="002D4F01"/>
    <w:rsid w:val="002D5281"/>
    <w:rsid w:val="002D63A0"/>
    <w:rsid w:val="002D72C6"/>
    <w:rsid w:val="002E0852"/>
    <w:rsid w:val="002E1E45"/>
    <w:rsid w:val="002E442A"/>
    <w:rsid w:val="002E6287"/>
    <w:rsid w:val="002F395C"/>
    <w:rsid w:val="002F728A"/>
    <w:rsid w:val="0030015A"/>
    <w:rsid w:val="00300231"/>
    <w:rsid w:val="003024D0"/>
    <w:rsid w:val="00306A18"/>
    <w:rsid w:val="00307207"/>
    <w:rsid w:val="00310311"/>
    <w:rsid w:val="003125BF"/>
    <w:rsid w:val="003129C2"/>
    <w:rsid w:val="003133A5"/>
    <w:rsid w:val="00316769"/>
    <w:rsid w:val="00321151"/>
    <w:rsid w:val="00324F48"/>
    <w:rsid w:val="00325938"/>
    <w:rsid w:val="00333680"/>
    <w:rsid w:val="0033546A"/>
    <w:rsid w:val="00335479"/>
    <w:rsid w:val="00335EF6"/>
    <w:rsid w:val="00337BF3"/>
    <w:rsid w:val="003454DA"/>
    <w:rsid w:val="00345BB8"/>
    <w:rsid w:val="00354617"/>
    <w:rsid w:val="00357E31"/>
    <w:rsid w:val="00360F87"/>
    <w:rsid w:val="003632C5"/>
    <w:rsid w:val="00371713"/>
    <w:rsid w:val="00372E1F"/>
    <w:rsid w:val="00373EF3"/>
    <w:rsid w:val="00376244"/>
    <w:rsid w:val="003770D3"/>
    <w:rsid w:val="00382AA7"/>
    <w:rsid w:val="003849E2"/>
    <w:rsid w:val="00386A50"/>
    <w:rsid w:val="003878AA"/>
    <w:rsid w:val="00394081"/>
    <w:rsid w:val="00395CC5"/>
    <w:rsid w:val="00396EB9"/>
    <w:rsid w:val="003A0789"/>
    <w:rsid w:val="003A1760"/>
    <w:rsid w:val="003A6290"/>
    <w:rsid w:val="003B28D7"/>
    <w:rsid w:val="003B3FEE"/>
    <w:rsid w:val="003B4A30"/>
    <w:rsid w:val="003B5B98"/>
    <w:rsid w:val="003B61FA"/>
    <w:rsid w:val="003B7DB2"/>
    <w:rsid w:val="003C08EC"/>
    <w:rsid w:val="003C3620"/>
    <w:rsid w:val="003C6A03"/>
    <w:rsid w:val="003D40A6"/>
    <w:rsid w:val="003D6F87"/>
    <w:rsid w:val="003E0172"/>
    <w:rsid w:val="003E6772"/>
    <w:rsid w:val="003E6BC4"/>
    <w:rsid w:val="003F520E"/>
    <w:rsid w:val="003F5C62"/>
    <w:rsid w:val="003F623D"/>
    <w:rsid w:val="004029F9"/>
    <w:rsid w:val="004040DB"/>
    <w:rsid w:val="00405465"/>
    <w:rsid w:val="00411472"/>
    <w:rsid w:val="00412878"/>
    <w:rsid w:val="00416696"/>
    <w:rsid w:val="00417C11"/>
    <w:rsid w:val="0042375D"/>
    <w:rsid w:val="00423AFC"/>
    <w:rsid w:val="0042608C"/>
    <w:rsid w:val="00427087"/>
    <w:rsid w:val="004302C2"/>
    <w:rsid w:val="00436283"/>
    <w:rsid w:val="004378C4"/>
    <w:rsid w:val="004429EB"/>
    <w:rsid w:val="0045378C"/>
    <w:rsid w:val="00455C8F"/>
    <w:rsid w:val="004602B6"/>
    <w:rsid w:val="00462E74"/>
    <w:rsid w:val="004667C5"/>
    <w:rsid w:val="00467803"/>
    <w:rsid w:val="00473AE3"/>
    <w:rsid w:val="00476C3D"/>
    <w:rsid w:val="00482605"/>
    <w:rsid w:val="004832FA"/>
    <w:rsid w:val="004948EC"/>
    <w:rsid w:val="0049650E"/>
    <w:rsid w:val="00497B03"/>
    <w:rsid w:val="004A4081"/>
    <w:rsid w:val="004B03D0"/>
    <w:rsid w:val="004C2637"/>
    <w:rsid w:val="004C3FFC"/>
    <w:rsid w:val="004C6E21"/>
    <w:rsid w:val="004E3831"/>
    <w:rsid w:val="004E4805"/>
    <w:rsid w:val="004F0504"/>
    <w:rsid w:val="004F2009"/>
    <w:rsid w:val="004F5002"/>
    <w:rsid w:val="004F546A"/>
    <w:rsid w:val="004F7FC2"/>
    <w:rsid w:val="005019CA"/>
    <w:rsid w:val="0050468E"/>
    <w:rsid w:val="00505058"/>
    <w:rsid w:val="0050742C"/>
    <w:rsid w:val="00510748"/>
    <w:rsid w:val="00516397"/>
    <w:rsid w:val="00520B81"/>
    <w:rsid w:val="0052205C"/>
    <w:rsid w:val="0052252A"/>
    <w:rsid w:val="00523BB1"/>
    <w:rsid w:val="005308A2"/>
    <w:rsid w:val="00533F1D"/>
    <w:rsid w:val="00535E2E"/>
    <w:rsid w:val="005365A0"/>
    <w:rsid w:val="005377F1"/>
    <w:rsid w:val="00541DDC"/>
    <w:rsid w:val="0054223E"/>
    <w:rsid w:val="00542B38"/>
    <w:rsid w:val="005440DB"/>
    <w:rsid w:val="00547D16"/>
    <w:rsid w:val="00551B74"/>
    <w:rsid w:val="005528B7"/>
    <w:rsid w:val="005538F0"/>
    <w:rsid w:val="00553940"/>
    <w:rsid w:val="00554FF8"/>
    <w:rsid w:val="0056157A"/>
    <w:rsid w:val="00563529"/>
    <w:rsid w:val="005641D9"/>
    <w:rsid w:val="005642D8"/>
    <w:rsid w:val="00571BD6"/>
    <w:rsid w:val="00573E41"/>
    <w:rsid w:val="00575C14"/>
    <w:rsid w:val="005804CD"/>
    <w:rsid w:val="00582370"/>
    <w:rsid w:val="00584638"/>
    <w:rsid w:val="00584918"/>
    <w:rsid w:val="0058731A"/>
    <w:rsid w:val="00587435"/>
    <w:rsid w:val="0058750C"/>
    <w:rsid w:val="00587D0C"/>
    <w:rsid w:val="00590A01"/>
    <w:rsid w:val="00596536"/>
    <w:rsid w:val="005A4A90"/>
    <w:rsid w:val="005A6A83"/>
    <w:rsid w:val="005B1D0C"/>
    <w:rsid w:val="005B1E49"/>
    <w:rsid w:val="005B2E12"/>
    <w:rsid w:val="005B5DB7"/>
    <w:rsid w:val="005C2DE3"/>
    <w:rsid w:val="005C4083"/>
    <w:rsid w:val="005C4AF1"/>
    <w:rsid w:val="005C7B1B"/>
    <w:rsid w:val="005D165C"/>
    <w:rsid w:val="005D20C3"/>
    <w:rsid w:val="005D25B6"/>
    <w:rsid w:val="005D4BAB"/>
    <w:rsid w:val="005D5524"/>
    <w:rsid w:val="005E1A9A"/>
    <w:rsid w:val="005E7A8C"/>
    <w:rsid w:val="005F0FE7"/>
    <w:rsid w:val="005F2108"/>
    <w:rsid w:val="005F7A09"/>
    <w:rsid w:val="00600412"/>
    <w:rsid w:val="00605CA3"/>
    <w:rsid w:val="00605F10"/>
    <w:rsid w:val="00607074"/>
    <w:rsid w:val="00612C3F"/>
    <w:rsid w:val="0061684A"/>
    <w:rsid w:val="00621C0D"/>
    <w:rsid w:val="00622B97"/>
    <w:rsid w:val="00623148"/>
    <w:rsid w:val="0062400C"/>
    <w:rsid w:val="00624874"/>
    <w:rsid w:val="006266BD"/>
    <w:rsid w:val="006331AB"/>
    <w:rsid w:val="00635340"/>
    <w:rsid w:val="006372BE"/>
    <w:rsid w:val="00640C39"/>
    <w:rsid w:val="0064716F"/>
    <w:rsid w:val="00651A42"/>
    <w:rsid w:val="00651FB1"/>
    <w:rsid w:val="0065516F"/>
    <w:rsid w:val="00655402"/>
    <w:rsid w:val="00655D4F"/>
    <w:rsid w:val="00657954"/>
    <w:rsid w:val="00660243"/>
    <w:rsid w:val="00662603"/>
    <w:rsid w:val="00664456"/>
    <w:rsid w:val="00666C15"/>
    <w:rsid w:val="00666CC7"/>
    <w:rsid w:val="00671A33"/>
    <w:rsid w:val="006757D2"/>
    <w:rsid w:val="006817FA"/>
    <w:rsid w:val="00690595"/>
    <w:rsid w:val="00691828"/>
    <w:rsid w:val="006920AB"/>
    <w:rsid w:val="006A0BCD"/>
    <w:rsid w:val="006A1716"/>
    <w:rsid w:val="006A1CD1"/>
    <w:rsid w:val="006A2AC4"/>
    <w:rsid w:val="006A4439"/>
    <w:rsid w:val="006A7655"/>
    <w:rsid w:val="006B0343"/>
    <w:rsid w:val="006B1A1A"/>
    <w:rsid w:val="006B7D53"/>
    <w:rsid w:val="006C3DC8"/>
    <w:rsid w:val="006D00A0"/>
    <w:rsid w:val="006D1C63"/>
    <w:rsid w:val="006D2C06"/>
    <w:rsid w:val="006D3D5A"/>
    <w:rsid w:val="006E7391"/>
    <w:rsid w:val="006F3CC8"/>
    <w:rsid w:val="00705E2F"/>
    <w:rsid w:val="00707447"/>
    <w:rsid w:val="00711204"/>
    <w:rsid w:val="0071384D"/>
    <w:rsid w:val="00714A9B"/>
    <w:rsid w:val="00720294"/>
    <w:rsid w:val="00721707"/>
    <w:rsid w:val="007232FF"/>
    <w:rsid w:val="00723BF9"/>
    <w:rsid w:val="00725A5D"/>
    <w:rsid w:val="00726CDB"/>
    <w:rsid w:val="00727FA7"/>
    <w:rsid w:val="00730285"/>
    <w:rsid w:val="00730DDC"/>
    <w:rsid w:val="00732BF5"/>
    <w:rsid w:val="00741F6C"/>
    <w:rsid w:val="00750212"/>
    <w:rsid w:val="007504BE"/>
    <w:rsid w:val="00754793"/>
    <w:rsid w:val="00757CB6"/>
    <w:rsid w:val="00761228"/>
    <w:rsid w:val="00762DE5"/>
    <w:rsid w:val="0077350F"/>
    <w:rsid w:val="00777974"/>
    <w:rsid w:val="00780A8A"/>
    <w:rsid w:val="007810E7"/>
    <w:rsid w:val="007843F8"/>
    <w:rsid w:val="00784D4D"/>
    <w:rsid w:val="00785CF3"/>
    <w:rsid w:val="00794FF8"/>
    <w:rsid w:val="00797B27"/>
    <w:rsid w:val="007A237F"/>
    <w:rsid w:val="007A3C04"/>
    <w:rsid w:val="007A73D1"/>
    <w:rsid w:val="007B30EA"/>
    <w:rsid w:val="007C0494"/>
    <w:rsid w:val="007C27DE"/>
    <w:rsid w:val="007C501E"/>
    <w:rsid w:val="007C5300"/>
    <w:rsid w:val="007C5A96"/>
    <w:rsid w:val="007C7745"/>
    <w:rsid w:val="007D02BD"/>
    <w:rsid w:val="007D0C37"/>
    <w:rsid w:val="007D463E"/>
    <w:rsid w:val="007D582C"/>
    <w:rsid w:val="007E18DC"/>
    <w:rsid w:val="007E1FFB"/>
    <w:rsid w:val="007E30B8"/>
    <w:rsid w:val="007E3CE2"/>
    <w:rsid w:val="007E4A7F"/>
    <w:rsid w:val="007E5685"/>
    <w:rsid w:val="007F3F83"/>
    <w:rsid w:val="007F7BF7"/>
    <w:rsid w:val="008119B9"/>
    <w:rsid w:val="0081459E"/>
    <w:rsid w:val="00815651"/>
    <w:rsid w:val="008158D8"/>
    <w:rsid w:val="00816959"/>
    <w:rsid w:val="00817266"/>
    <w:rsid w:val="00821F56"/>
    <w:rsid w:val="00822799"/>
    <w:rsid w:val="00822F81"/>
    <w:rsid w:val="008233DD"/>
    <w:rsid w:val="008243A7"/>
    <w:rsid w:val="0082594F"/>
    <w:rsid w:val="008333D5"/>
    <w:rsid w:val="00835C85"/>
    <w:rsid w:val="00842489"/>
    <w:rsid w:val="00843287"/>
    <w:rsid w:val="00843D12"/>
    <w:rsid w:val="00847429"/>
    <w:rsid w:val="00851B0B"/>
    <w:rsid w:val="00853DAC"/>
    <w:rsid w:val="008552F3"/>
    <w:rsid w:val="008568E0"/>
    <w:rsid w:val="0085702E"/>
    <w:rsid w:val="00861FFB"/>
    <w:rsid w:val="008642B4"/>
    <w:rsid w:val="00864BA9"/>
    <w:rsid w:val="00865FBE"/>
    <w:rsid w:val="00866EC9"/>
    <w:rsid w:val="00872EDB"/>
    <w:rsid w:val="00892EFD"/>
    <w:rsid w:val="00893B62"/>
    <w:rsid w:val="00895A71"/>
    <w:rsid w:val="008A0324"/>
    <w:rsid w:val="008A5EF3"/>
    <w:rsid w:val="008A75E1"/>
    <w:rsid w:val="008B21CD"/>
    <w:rsid w:val="008B27B4"/>
    <w:rsid w:val="008B7476"/>
    <w:rsid w:val="008B7BEB"/>
    <w:rsid w:val="008C16A3"/>
    <w:rsid w:val="008C3831"/>
    <w:rsid w:val="008C5AC9"/>
    <w:rsid w:val="008C7540"/>
    <w:rsid w:val="008D13CC"/>
    <w:rsid w:val="008D2814"/>
    <w:rsid w:val="008D2FED"/>
    <w:rsid w:val="008E2C12"/>
    <w:rsid w:val="008E3882"/>
    <w:rsid w:val="008E6E9F"/>
    <w:rsid w:val="008F29BC"/>
    <w:rsid w:val="008F598F"/>
    <w:rsid w:val="008F6B9F"/>
    <w:rsid w:val="00900109"/>
    <w:rsid w:val="0090176B"/>
    <w:rsid w:val="0090472E"/>
    <w:rsid w:val="00904C89"/>
    <w:rsid w:val="009051BA"/>
    <w:rsid w:val="0090554B"/>
    <w:rsid w:val="00907EF1"/>
    <w:rsid w:val="0091309F"/>
    <w:rsid w:val="00917B83"/>
    <w:rsid w:val="00925A03"/>
    <w:rsid w:val="00933BED"/>
    <w:rsid w:val="00934099"/>
    <w:rsid w:val="00934260"/>
    <w:rsid w:val="009346F3"/>
    <w:rsid w:val="00937C59"/>
    <w:rsid w:val="00942728"/>
    <w:rsid w:val="00943403"/>
    <w:rsid w:val="00944B47"/>
    <w:rsid w:val="0094573D"/>
    <w:rsid w:val="009460A1"/>
    <w:rsid w:val="00950925"/>
    <w:rsid w:val="00954CDF"/>
    <w:rsid w:val="009566C4"/>
    <w:rsid w:val="00963BFE"/>
    <w:rsid w:val="00966450"/>
    <w:rsid w:val="00967E64"/>
    <w:rsid w:val="00971C60"/>
    <w:rsid w:val="00972D9D"/>
    <w:rsid w:val="00973ED4"/>
    <w:rsid w:val="0097517B"/>
    <w:rsid w:val="00976637"/>
    <w:rsid w:val="00980087"/>
    <w:rsid w:val="00980410"/>
    <w:rsid w:val="0098048A"/>
    <w:rsid w:val="0098142B"/>
    <w:rsid w:val="00985C8E"/>
    <w:rsid w:val="00986C09"/>
    <w:rsid w:val="00992618"/>
    <w:rsid w:val="00995AC9"/>
    <w:rsid w:val="00996926"/>
    <w:rsid w:val="009A0289"/>
    <w:rsid w:val="009A4C2E"/>
    <w:rsid w:val="009B0BE4"/>
    <w:rsid w:val="009B117F"/>
    <w:rsid w:val="009B6F06"/>
    <w:rsid w:val="009C030B"/>
    <w:rsid w:val="009C1D66"/>
    <w:rsid w:val="009C3B7B"/>
    <w:rsid w:val="009C61C9"/>
    <w:rsid w:val="009E095E"/>
    <w:rsid w:val="009F36D4"/>
    <w:rsid w:val="009F6150"/>
    <w:rsid w:val="009F6D1E"/>
    <w:rsid w:val="00A017CA"/>
    <w:rsid w:val="00A075EB"/>
    <w:rsid w:val="00A077E8"/>
    <w:rsid w:val="00A10027"/>
    <w:rsid w:val="00A12D6D"/>
    <w:rsid w:val="00A162CA"/>
    <w:rsid w:val="00A203E1"/>
    <w:rsid w:val="00A26047"/>
    <w:rsid w:val="00A32529"/>
    <w:rsid w:val="00A33A23"/>
    <w:rsid w:val="00A33ECE"/>
    <w:rsid w:val="00A35851"/>
    <w:rsid w:val="00A413DC"/>
    <w:rsid w:val="00A429C9"/>
    <w:rsid w:val="00A552FB"/>
    <w:rsid w:val="00A60A0F"/>
    <w:rsid w:val="00A61DDA"/>
    <w:rsid w:val="00A64B11"/>
    <w:rsid w:val="00A7382D"/>
    <w:rsid w:val="00A73E2A"/>
    <w:rsid w:val="00A74072"/>
    <w:rsid w:val="00A76D50"/>
    <w:rsid w:val="00A8354A"/>
    <w:rsid w:val="00A83EBA"/>
    <w:rsid w:val="00A851F1"/>
    <w:rsid w:val="00A85A76"/>
    <w:rsid w:val="00A865A6"/>
    <w:rsid w:val="00A8668E"/>
    <w:rsid w:val="00A86DD5"/>
    <w:rsid w:val="00A86EE9"/>
    <w:rsid w:val="00A92180"/>
    <w:rsid w:val="00A96C52"/>
    <w:rsid w:val="00AA18E3"/>
    <w:rsid w:val="00AA32BD"/>
    <w:rsid w:val="00AA5635"/>
    <w:rsid w:val="00AA63D0"/>
    <w:rsid w:val="00AA6F5F"/>
    <w:rsid w:val="00AA74AE"/>
    <w:rsid w:val="00AA7799"/>
    <w:rsid w:val="00AB1471"/>
    <w:rsid w:val="00AD28EB"/>
    <w:rsid w:val="00AD5815"/>
    <w:rsid w:val="00AD7565"/>
    <w:rsid w:val="00AF03EA"/>
    <w:rsid w:val="00AF13F4"/>
    <w:rsid w:val="00AF3459"/>
    <w:rsid w:val="00AF478A"/>
    <w:rsid w:val="00B00F8E"/>
    <w:rsid w:val="00B06D7C"/>
    <w:rsid w:val="00B10033"/>
    <w:rsid w:val="00B102FB"/>
    <w:rsid w:val="00B120E0"/>
    <w:rsid w:val="00B12EBE"/>
    <w:rsid w:val="00B13088"/>
    <w:rsid w:val="00B158D5"/>
    <w:rsid w:val="00B20133"/>
    <w:rsid w:val="00B218F9"/>
    <w:rsid w:val="00B24197"/>
    <w:rsid w:val="00B2502E"/>
    <w:rsid w:val="00B2558B"/>
    <w:rsid w:val="00B2752E"/>
    <w:rsid w:val="00B27F0A"/>
    <w:rsid w:val="00B3119C"/>
    <w:rsid w:val="00B3263C"/>
    <w:rsid w:val="00B50A83"/>
    <w:rsid w:val="00B52708"/>
    <w:rsid w:val="00B5733C"/>
    <w:rsid w:val="00B652DA"/>
    <w:rsid w:val="00B6550B"/>
    <w:rsid w:val="00B65E5E"/>
    <w:rsid w:val="00B7494C"/>
    <w:rsid w:val="00B7538A"/>
    <w:rsid w:val="00B75964"/>
    <w:rsid w:val="00B8046E"/>
    <w:rsid w:val="00B80DA8"/>
    <w:rsid w:val="00B85E73"/>
    <w:rsid w:val="00B92E34"/>
    <w:rsid w:val="00B946A7"/>
    <w:rsid w:val="00B95725"/>
    <w:rsid w:val="00BA0344"/>
    <w:rsid w:val="00BA1DED"/>
    <w:rsid w:val="00BA2FD6"/>
    <w:rsid w:val="00BB0525"/>
    <w:rsid w:val="00BB16C5"/>
    <w:rsid w:val="00BB1750"/>
    <w:rsid w:val="00BB7D9E"/>
    <w:rsid w:val="00BC1927"/>
    <w:rsid w:val="00BC2B7A"/>
    <w:rsid w:val="00BC4844"/>
    <w:rsid w:val="00BC6C29"/>
    <w:rsid w:val="00BD0110"/>
    <w:rsid w:val="00BD403B"/>
    <w:rsid w:val="00BE0889"/>
    <w:rsid w:val="00BE441D"/>
    <w:rsid w:val="00BF08D0"/>
    <w:rsid w:val="00BF3A55"/>
    <w:rsid w:val="00BF3BDD"/>
    <w:rsid w:val="00BF55F5"/>
    <w:rsid w:val="00BF7F6E"/>
    <w:rsid w:val="00C00291"/>
    <w:rsid w:val="00C0358C"/>
    <w:rsid w:val="00C06977"/>
    <w:rsid w:val="00C07E59"/>
    <w:rsid w:val="00C10510"/>
    <w:rsid w:val="00C16971"/>
    <w:rsid w:val="00C1698C"/>
    <w:rsid w:val="00C175CA"/>
    <w:rsid w:val="00C241ED"/>
    <w:rsid w:val="00C25898"/>
    <w:rsid w:val="00C348F6"/>
    <w:rsid w:val="00C40208"/>
    <w:rsid w:val="00C42A42"/>
    <w:rsid w:val="00C44A5F"/>
    <w:rsid w:val="00C466F3"/>
    <w:rsid w:val="00C529AB"/>
    <w:rsid w:val="00C54563"/>
    <w:rsid w:val="00C569AC"/>
    <w:rsid w:val="00C57234"/>
    <w:rsid w:val="00C6000C"/>
    <w:rsid w:val="00C60817"/>
    <w:rsid w:val="00C61D3D"/>
    <w:rsid w:val="00C6343B"/>
    <w:rsid w:val="00C65DA3"/>
    <w:rsid w:val="00C66DA9"/>
    <w:rsid w:val="00C80F6C"/>
    <w:rsid w:val="00C81CDF"/>
    <w:rsid w:val="00C81ED6"/>
    <w:rsid w:val="00C838F1"/>
    <w:rsid w:val="00C84D36"/>
    <w:rsid w:val="00C93004"/>
    <w:rsid w:val="00CA4D36"/>
    <w:rsid w:val="00CA69EF"/>
    <w:rsid w:val="00CA717E"/>
    <w:rsid w:val="00CB3F7D"/>
    <w:rsid w:val="00CB6166"/>
    <w:rsid w:val="00CC1E7E"/>
    <w:rsid w:val="00CC2774"/>
    <w:rsid w:val="00CC5389"/>
    <w:rsid w:val="00CC6248"/>
    <w:rsid w:val="00CC7380"/>
    <w:rsid w:val="00CE3035"/>
    <w:rsid w:val="00CE71AC"/>
    <w:rsid w:val="00CF216D"/>
    <w:rsid w:val="00CF26F6"/>
    <w:rsid w:val="00CF3DDB"/>
    <w:rsid w:val="00D07E2A"/>
    <w:rsid w:val="00D125C5"/>
    <w:rsid w:val="00D14108"/>
    <w:rsid w:val="00D16094"/>
    <w:rsid w:val="00D16934"/>
    <w:rsid w:val="00D21B62"/>
    <w:rsid w:val="00D26054"/>
    <w:rsid w:val="00D27840"/>
    <w:rsid w:val="00D35350"/>
    <w:rsid w:val="00D35AC2"/>
    <w:rsid w:val="00D35CB9"/>
    <w:rsid w:val="00D4580F"/>
    <w:rsid w:val="00D47249"/>
    <w:rsid w:val="00D5061D"/>
    <w:rsid w:val="00D64FCC"/>
    <w:rsid w:val="00D657A0"/>
    <w:rsid w:val="00D74C0B"/>
    <w:rsid w:val="00D75993"/>
    <w:rsid w:val="00D82016"/>
    <w:rsid w:val="00D82635"/>
    <w:rsid w:val="00D93BDD"/>
    <w:rsid w:val="00D94A2A"/>
    <w:rsid w:val="00DB1115"/>
    <w:rsid w:val="00DB474E"/>
    <w:rsid w:val="00DC59EC"/>
    <w:rsid w:val="00DD23A2"/>
    <w:rsid w:val="00DD3692"/>
    <w:rsid w:val="00DD4CAD"/>
    <w:rsid w:val="00DD65CE"/>
    <w:rsid w:val="00DE0186"/>
    <w:rsid w:val="00DE0A80"/>
    <w:rsid w:val="00DE194A"/>
    <w:rsid w:val="00DE34D2"/>
    <w:rsid w:val="00DE48BA"/>
    <w:rsid w:val="00DE6A9A"/>
    <w:rsid w:val="00DE70B8"/>
    <w:rsid w:val="00DF0748"/>
    <w:rsid w:val="00DF0BC6"/>
    <w:rsid w:val="00DF3DBD"/>
    <w:rsid w:val="00DF454B"/>
    <w:rsid w:val="00DF46F4"/>
    <w:rsid w:val="00DF5D32"/>
    <w:rsid w:val="00DF64CE"/>
    <w:rsid w:val="00DF712D"/>
    <w:rsid w:val="00E064E7"/>
    <w:rsid w:val="00E07469"/>
    <w:rsid w:val="00E1054C"/>
    <w:rsid w:val="00E10A1F"/>
    <w:rsid w:val="00E17B61"/>
    <w:rsid w:val="00E20C34"/>
    <w:rsid w:val="00E26583"/>
    <w:rsid w:val="00E26F63"/>
    <w:rsid w:val="00E31675"/>
    <w:rsid w:val="00E346D2"/>
    <w:rsid w:val="00E3674A"/>
    <w:rsid w:val="00E37058"/>
    <w:rsid w:val="00E40DAA"/>
    <w:rsid w:val="00E501C7"/>
    <w:rsid w:val="00E5140B"/>
    <w:rsid w:val="00E51E9D"/>
    <w:rsid w:val="00E63EFA"/>
    <w:rsid w:val="00E77BE2"/>
    <w:rsid w:val="00E87B79"/>
    <w:rsid w:val="00E91D40"/>
    <w:rsid w:val="00E93092"/>
    <w:rsid w:val="00E97454"/>
    <w:rsid w:val="00EA16BE"/>
    <w:rsid w:val="00EA3DAC"/>
    <w:rsid w:val="00EB1E8D"/>
    <w:rsid w:val="00EB65EB"/>
    <w:rsid w:val="00EB6E95"/>
    <w:rsid w:val="00EB7F03"/>
    <w:rsid w:val="00EC4D4C"/>
    <w:rsid w:val="00EC7326"/>
    <w:rsid w:val="00ED19A7"/>
    <w:rsid w:val="00ED725A"/>
    <w:rsid w:val="00ED7F40"/>
    <w:rsid w:val="00EE0402"/>
    <w:rsid w:val="00EE2528"/>
    <w:rsid w:val="00EE34D4"/>
    <w:rsid w:val="00EE3C2D"/>
    <w:rsid w:val="00EF13B3"/>
    <w:rsid w:val="00EF2740"/>
    <w:rsid w:val="00EF45D2"/>
    <w:rsid w:val="00EF56E9"/>
    <w:rsid w:val="00EF5CEF"/>
    <w:rsid w:val="00F005EB"/>
    <w:rsid w:val="00F0121B"/>
    <w:rsid w:val="00F02796"/>
    <w:rsid w:val="00F03119"/>
    <w:rsid w:val="00F0510F"/>
    <w:rsid w:val="00F05857"/>
    <w:rsid w:val="00F0674C"/>
    <w:rsid w:val="00F14E33"/>
    <w:rsid w:val="00F17402"/>
    <w:rsid w:val="00F206FA"/>
    <w:rsid w:val="00F21F4D"/>
    <w:rsid w:val="00F22604"/>
    <w:rsid w:val="00F27A71"/>
    <w:rsid w:val="00F31473"/>
    <w:rsid w:val="00F35450"/>
    <w:rsid w:val="00F3600F"/>
    <w:rsid w:val="00F372CE"/>
    <w:rsid w:val="00F4046E"/>
    <w:rsid w:val="00F41F60"/>
    <w:rsid w:val="00F46305"/>
    <w:rsid w:val="00F47542"/>
    <w:rsid w:val="00F47F3E"/>
    <w:rsid w:val="00F56F72"/>
    <w:rsid w:val="00F62B45"/>
    <w:rsid w:val="00F62E06"/>
    <w:rsid w:val="00F64354"/>
    <w:rsid w:val="00F66D96"/>
    <w:rsid w:val="00F67800"/>
    <w:rsid w:val="00F70BD3"/>
    <w:rsid w:val="00F75C0C"/>
    <w:rsid w:val="00F76D6E"/>
    <w:rsid w:val="00F83013"/>
    <w:rsid w:val="00F83813"/>
    <w:rsid w:val="00F874B8"/>
    <w:rsid w:val="00F9421F"/>
    <w:rsid w:val="00FA39AD"/>
    <w:rsid w:val="00FA4098"/>
    <w:rsid w:val="00FA5273"/>
    <w:rsid w:val="00FA7D44"/>
    <w:rsid w:val="00FB5D13"/>
    <w:rsid w:val="00FB7055"/>
    <w:rsid w:val="00FC0773"/>
    <w:rsid w:val="00FC0CFF"/>
    <w:rsid w:val="00FC1FF9"/>
    <w:rsid w:val="00FC28B8"/>
    <w:rsid w:val="00FE2EC9"/>
    <w:rsid w:val="00FE3DAC"/>
    <w:rsid w:val="00FE6F70"/>
    <w:rsid w:val="00FF14D3"/>
    <w:rsid w:val="00FF44E3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92F36E"/>
  <w15:docId w15:val="{9A542B38-0CDE-492F-AE83-D3AA2FDF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024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20240F"/>
    <w:rPr>
      <w:kern w:val="2"/>
      <w:sz w:val="24"/>
      <w:szCs w:val="24"/>
    </w:rPr>
  </w:style>
  <w:style w:type="character" w:styleId="a5">
    <w:name w:val="page number"/>
    <w:uiPriority w:val="99"/>
    <w:semiHidden/>
    <w:unhideWhenUsed/>
    <w:rsid w:val="0020240F"/>
  </w:style>
  <w:style w:type="paragraph" w:styleId="a6">
    <w:name w:val="header"/>
    <w:basedOn w:val="a"/>
    <w:link w:val="a7"/>
    <w:uiPriority w:val="99"/>
    <w:unhideWhenUsed/>
    <w:rsid w:val="001706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06AE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641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41D9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B95725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95725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1E0887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335EF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35EF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35EF6"/>
    <w:rPr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35EF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35EF6"/>
    <w:rPr>
      <w:b/>
      <w:bCs/>
      <w:kern w:val="2"/>
      <w:sz w:val="24"/>
      <w:szCs w:val="24"/>
    </w:rPr>
  </w:style>
  <w:style w:type="paragraph" w:styleId="af2">
    <w:name w:val="List Paragraph"/>
    <w:basedOn w:val="a"/>
    <w:uiPriority w:val="34"/>
    <w:qFormat/>
    <w:rsid w:val="00E20C34"/>
    <w:pPr>
      <w:ind w:leftChars="400" w:left="840"/>
    </w:pPr>
  </w:style>
  <w:style w:type="table" w:styleId="af3">
    <w:name w:val="Table Grid"/>
    <w:basedOn w:val="a1"/>
    <w:uiPriority w:val="39"/>
    <w:rsid w:val="00F70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D93B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normaltextrun">
    <w:name w:val="normaltextrun"/>
    <w:basedOn w:val="a0"/>
    <w:rsid w:val="00D93BDD"/>
  </w:style>
  <w:style w:type="character" w:styleId="af4">
    <w:name w:val="Strong"/>
    <w:basedOn w:val="a0"/>
    <w:uiPriority w:val="22"/>
    <w:qFormat/>
    <w:rsid w:val="00A96C52"/>
    <w:rPr>
      <w:b/>
      <w:bCs/>
    </w:rPr>
  </w:style>
  <w:style w:type="character" w:customStyle="1" w:styleId="eop">
    <w:name w:val="eop"/>
    <w:basedOn w:val="a0"/>
    <w:rsid w:val="00A96C52"/>
  </w:style>
  <w:style w:type="character" w:styleId="af5">
    <w:name w:val="Placeholder Text"/>
    <w:basedOn w:val="a0"/>
    <w:uiPriority w:val="99"/>
    <w:semiHidden/>
    <w:rsid w:val="00727FA7"/>
    <w:rPr>
      <w:color w:val="808080"/>
    </w:rPr>
  </w:style>
  <w:style w:type="paragraph" w:styleId="af6">
    <w:name w:val="Revision"/>
    <w:hidden/>
    <w:uiPriority w:val="99"/>
    <w:semiHidden/>
    <w:rsid w:val="007F3F8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9968;&#33324;\AppData\Local\Temp\Temp1_re%20(1).zip\P-&#26410;&#26469;_&#30003;&#35531;&#26360;130426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5269DC-117B-41BB-8B2B-F4F61EAC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P-未来_申請書130426</Template>
  <TotalTime>27</TotalTime>
  <Pages>4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日本対がん協会</dc:creator>
  <cp:keywords/>
  <dc:description/>
  <cp:lastModifiedBy>ootabara</cp:lastModifiedBy>
  <cp:revision>17</cp:revision>
  <cp:lastPrinted>2025-07-29T05:12:00Z</cp:lastPrinted>
  <dcterms:created xsi:type="dcterms:W3CDTF">2025-08-30T09:01:00Z</dcterms:created>
  <dcterms:modified xsi:type="dcterms:W3CDTF">2025-09-01T08:13:00Z</dcterms:modified>
</cp:coreProperties>
</file>